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119AB1E5" w:rsidR="00EB4ECA" w:rsidRDefault="00EB4ECA" w:rsidP="00EB4ECA">
      <w:pPr>
        <w:pStyle w:val="Titul2"/>
      </w:pPr>
      <w:r w:rsidRPr="006C2343">
        <w:t>Zhotovení</w:t>
      </w:r>
      <w:r w:rsidR="009B03EC">
        <w:t xml:space="preserve"> souboru</w:t>
      </w:r>
      <w:r w:rsidR="00E0440E">
        <w:t xml:space="preserve"> staveb</w:t>
      </w:r>
      <w:r>
        <w:t xml:space="preserve"> - podlimitní</w:t>
      </w:r>
    </w:p>
    <w:p w14:paraId="17CC9580" w14:textId="77777777" w:rsidR="0035531B" w:rsidRDefault="0035531B" w:rsidP="00EB46E5">
      <w:pPr>
        <w:pStyle w:val="Titul2"/>
      </w:pPr>
    </w:p>
    <w:p w14:paraId="1E8FFEA2" w14:textId="365D02B1" w:rsidR="0035531B" w:rsidRDefault="009B03EC" w:rsidP="00EB46E5">
      <w:pPr>
        <w:pStyle w:val="Titul2"/>
      </w:pPr>
      <w:r w:rsidRPr="009B03EC">
        <w:t xml:space="preserve">A: </w:t>
      </w:r>
      <w:r w:rsidR="0035531B" w:rsidRPr="009B03EC">
        <w:t>„</w:t>
      </w:r>
      <w:r w:rsidRPr="009B03EC">
        <w:t>Rekonstrukce SZZ v žst. Kopidlno</w:t>
      </w:r>
      <w:r w:rsidR="0035531B" w:rsidRPr="009B03EC">
        <w:t>“</w:t>
      </w:r>
    </w:p>
    <w:p w14:paraId="293D16B2" w14:textId="3FC4FE27" w:rsidR="009B03EC" w:rsidRDefault="009B03EC" w:rsidP="00EB46E5">
      <w:pPr>
        <w:pStyle w:val="Titul2"/>
      </w:pPr>
      <w:r>
        <w:t>B: „Zrušení závorářského stanoviště odb. Kamensko“</w:t>
      </w:r>
    </w:p>
    <w:p w14:paraId="152849FF" w14:textId="77777777" w:rsidR="00AD0C7B" w:rsidRPr="006C2343" w:rsidRDefault="00AD0C7B" w:rsidP="00EB46E5">
      <w:pPr>
        <w:pStyle w:val="Titul2"/>
      </w:pPr>
    </w:p>
    <w:p w14:paraId="45AB7781" w14:textId="5435445B" w:rsidR="00F46EA7" w:rsidRDefault="00F46EA7" w:rsidP="00F46EA7">
      <w:pPr>
        <w:pStyle w:val="Text1-1"/>
        <w:numPr>
          <w:ilvl w:val="0"/>
          <w:numId w:val="0"/>
        </w:numPr>
        <w:tabs>
          <w:tab w:val="left" w:pos="708"/>
        </w:tabs>
        <w:ind w:left="737" w:hanging="737"/>
      </w:pPr>
      <w:r>
        <w:t xml:space="preserve">Č.j. </w:t>
      </w:r>
      <w:r w:rsidR="00E0440E" w:rsidRPr="00E0440E">
        <w:t>10305/2022-SŽ-SSV-Ú3</w:t>
      </w:r>
    </w:p>
    <w:p w14:paraId="4FAEEDFC" w14:textId="4C976388" w:rsidR="00311E65" w:rsidRDefault="00311E65" w:rsidP="001F0B6F">
      <w:pPr>
        <w:spacing w:after="0" w:line="240" w:lineRule="auto"/>
        <w:rPr>
          <w:b/>
          <w:sz w:val="32"/>
          <w:szCs w:val="32"/>
        </w:rPr>
      </w:pPr>
    </w:p>
    <w:p w14:paraId="66D22548" w14:textId="30E0FA49" w:rsidR="00E0440E" w:rsidRDefault="00E0440E" w:rsidP="001F0B6F">
      <w:pPr>
        <w:spacing w:after="0" w:line="240" w:lineRule="auto"/>
        <w:rPr>
          <w:b/>
          <w:sz w:val="32"/>
          <w:szCs w:val="32"/>
        </w:rPr>
      </w:pPr>
    </w:p>
    <w:p w14:paraId="41EE96F7" w14:textId="407B0BCE" w:rsidR="00E0440E" w:rsidRDefault="00E0440E" w:rsidP="001F0B6F">
      <w:pPr>
        <w:spacing w:after="0" w:line="240" w:lineRule="auto"/>
        <w:rPr>
          <w:b/>
          <w:sz w:val="32"/>
          <w:szCs w:val="32"/>
        </w:rPr>
      </w:pPr>
    </w:p>
    <w:p w14:paraId="4B80A7B7" w14:textId="47B4B08E" w:rsidR="00E0440E" w:rsidRDefault="00E0440E" w:rsidP="001F0B6F">
      <w:pPr>
        <w:spacing w:after="0" w:line="240" w:lineRule="auto"/>
        <w:rPr>
          <w:b/>
          <w:sz w:val="32"/>
          <w:szCs w:val="32"/>
        </w:rPr>
      </w:pPr>
    </w:p>
    <w:p w14:paraId="79E60F8C" w14:textId="77777777" w:rsidR="00E0440E" w:rsidRDefault="00E0440E"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71147E76" w14:textId="11ACDA61" w:rsidR="0033722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8185701" w:history="1">
        <w:r w:rsidR="0033722A" w:rsidRPr="00E8441D">
          <w:rPr>
            <w:rStyle w:val="Hypertextovodkaz"/>
          </w:rPr>
          <w:t>1.</w:t>
        </w:r>
        <w:r w:rsidR="0033722A">
          <w:rPr>
            <w:rFonts w:eastAsiaTheme="minorEastAsia"/>
            <w:caps w:val="0"/>
            <w:noProof/>
            <w:sz w:val="22"/>
            <w:szCs w:val="22"/>
            <w:lang w:eastAsia="cs-CZ"/>
          </w:rPr>
          <w:tab/>
        </w:r>
        <w:r w:rsidR="0033722A" w:rsidRPr="00E8441D">
          <w:rPr>
            <w:rStyle w:val="Hypertextovodkaz"/>
          </w:rPr>
          <w:t>ÚVODNÍ USTANOVENÍ</w:t>
        </w:r>
        <w:r w:rsidR="0033722A">
          <w:rPr>
            <w:noProof/>
            <w:webHidden/>
          </w:rPr>
          <w:tab/>
        </w:r>
        <w:r w:rsidR="0033722A">
          <w:rPr>
            <w:noProof/>
            <w:webHidden/>
          </w:rPr>
          <w:fldChar w:fldCharType="begin"/>
        </w:r>
        <w:r w:rsidR="0033722A">
          <w:rPr>
            <w:noProof/>
            <w:webHidden/>
          </w:rPr>
          <w:instrText xml:space="preserve"> PAGEREF _Toc108185701 \h </w:instrText>
        </w:r>
        <w:r w:rsidR="0033722A">
          <w:rPr>
            <w:noProof/>
            <w:webHidden/>
          </w:rPr>
        </w:r>
        <w:r w:rsidR="0033722A">
          <w:rPr>
            <w:noProof/>
            <w:webHidden/>
          </w:rPr>
          <w:fldChar w:fldCharType="separate"/>
        </w:r>
        <w:r w:rsidR="0028791F">
          <w:rPr>
            <w:noProof/>
            <w:webHidden/>
          </w:rPr>
          <w:t>3</w:t>
        </w:r>
        <w:r w:rsidR="0033722A">
          <w:rPr>
            <w:noProof/>
            <w:webHidden/>
          </w:rPr>
          <w:fldChar w:fldCharType="end"/>
        </w:r>
      </w:hyperlink>
    </w:p>
    <w:p w14:paraId="3A44785F" w14:textId="1683FE48" w:rsidR="0033722A" w:rsidRDefault="0028791F">
      <w:pPr>
        <w:pStyle w:val="Obsah1"/>
        <w:rPr>
          <w:rFonts w:eastAsiaTheme="minorEastAsia"/>
          <w:caps w:val="0"/>
          <w:noProof/>
          <w:sz w:val="22"/>
          <w:szCs w:val="22"/>
          <w:lang w:eastAsia="cs-CZ"/>
        </w:rPr>
      </w:pPr>
      <w:hyperlink w:anchor="_Toc108185702" w:history="1">
        <w:r w:rsidR="0033722A" w:rsidRPr="00E8441D">
          <w:rPr>
            <w:rStyle w:val="Hypertextovodkaz"/>
          </w:rPr>
          <w:t>2.</w:t>
        </w:r>
        <w:r w:rsidR="0033722A">
          <w:rPr>
            <w:rFonts w:eastAsiaTheme="minorEastAsia"/>
            <w:caps w:val="0"/>
            <w:noProof/>
            <w:sz w:val="22"/>
            <w:szCs w:val="22"/>
            <w:lang w:eastAsia="cs-CZ"/>
          </w:rPr>
          <w:tab/>
        </w:r>
        <w:r w:rsidR="0033722A" w:rsidRPr="00E8441D">
          <w:rPr>
            <w:rStyle w:val="Hypertextovodkaz"/>
          </w:rPr>
          <w:t>IDENTIFIKAČNÍ ÚDAJE ZADAVATELE</w:t>
        </w:r>
        <w:r w:rsidR="0033722A">
          <w:rPr>
            <w:noProof/>
            <w:webHidden/>
          </w:rPr>
          <w:tab/>
        </w:r>
        <w:r w:rsidR="0033722A">
          <w:rPr>
            <w:noProof/>
            <w:webHidden/>
          </w:rPr>
          <w:fldChar w:fldCharType="begin"/>
        </w:r>
        <w:r w:rsidR="0033722A">
          <w:rPr>
            <w:noProof/>
            <w:webHidden/>
          </w:rPr>
          <w:instrText xml:space="preserve"> PAGEREF _Toc108185702 \h </w:instrText>
        </w:r>
        <w:r w:rsidR="0033722A">
          <w:rPr>
            <w:noProof/>
            <w:webHidden/>
          </w:rPr>
        </w:r>
        <w:r w:rsidR="0033722A">
          <w:rPr>
            <w:noProof/>
            <w:webHidden/>
          </w:rPr>
          <w:fldChar w:fldCharType="separate"/>
        </w:r>
        <w:r>
          <w:rPr>
            <w:noProof/>
            <w:webHidden/>
          </w:rPr>
          <w:t>3</w:t>
        </w:r>
        <w:r w:rsidR="0033722A">
          <w:rPr>
            <w:noProof/>
            <w:webHidden/>
          </w:rPr>
          <w:fldChar w:fldCharType="end"/>
        </w:r>
      </w:hyperlink>
    </w:p>
    <w:p w14:paraId="6FCA9685" w14:textId="1A88AF9E" w:rsidR="0033722A" w:rsidRDefault="0028791F">
      <w:pPr>
        <w:pStyle w:val="Obsah1"/>
        <w:rPr>
          <w:rFonts w:eastAsiaTheme="minorEastAsia"/>
          <w:caps w:val="0"/>
          <w:noProof/>
          <w:sz w:val="22"/>
          <w:szCs w:val="22"/>
          <w:lang w:eastAsia="cs-CZ"/>
        </w:rPr>
      </w:pPr>
      <w:hyperlink w:anchor="_Toc108185703" w:history="1">
        <w:r w:rsidR="0033722A" w:rsidRPr="00E8441D">
          <w:rPr>
            <w:rStyle w:val="Hypertextovodkaz"/>
          </w:rPr>
          <w:t>3.</w:t>
        </w:r>
        <w:r w:rsidR="0033722A">
          <w:rPr>
            <w:rFonts w:eastAsiaTheme="minorEastAsia"/>
            <w:caps w:val="0"/>
            <w:noProof/>
            <w:sz w:val="22"/>
            <w:szCs w:val="22"/>
            <w:lang w:eastAsia="cs-CZ"/>
          </w:rPr>
          <w:tab/>
        </w:r>
        <w:r w:rsidR="0033722A" w:rsidRPr="00E8441D">
          <w:rPr>
            <w:rStyle w:val="Hypertextovodkaz"/>
          </w:rPr>
          <w:t>KOMUNIKACE MEZI ZADAVATELEM a DODAVATELEM</w:t>
        </w:r>
        <w:r w:rsidR="0033722A">
          <w:rPr>
            <w:noProof/>
            <w:webHidden/>
          </w:rPr>
          <w:tab/>
        </w:r>
        <w:r w:rsidR="0033722A">
          <w:rPr>
            <w:noProof/>
            <w:webHidden/>
          </w:rPr>
          <w:fldChar w:fldCharType="begin"/>
        </w:r>
        <w:r w:rsidR="0033722A">
          <w:rPr>
            <w:noProof/>
            <w:webHidden/>
          </w:rPr>
          <w:instrText xml:space="preserve"> PAGEREF _Toc108185703 \h </w:instrText>
        </w:r>
        <w:r w:rsidR="0033722A">
          <w:rPr>
            <w:noProof/>
            <w:webHidden/>
          </w:rPr>
        </w:r>
        <w:r w:rsidR="0033722A">
          <w:rPr>
            <w:noProof/>
            <w:webHidden/>
          </w:rPr>
          <w:fldChar w:fldCharType="separate"/>
        </w:r>
        <w:r>
          <w:rPr>
            <w:noProof/>
            <w:webHidden/>
          </w:rPr>
          <w:t>4</w:t>
        </w:r>
        <w:r w:rsidR="0033722A">
          <w:rPr>
            <w:noProof/>
            <w:webHidden/>
          </w:rPr>
          <w:fldChar w:fldCharType="end"/>
        </w:r>
      </w:hyperlink>
    </w:p>
    <w:p w14:paraId="49FD6D7E" w14:textId="35BEBB73" w:rsidR="0033722A" w:rsidRDefault="0028791F">
      <w:pPr>
        <w:pStyle w:val="Obsah1"/>
        <w:rPr>
          <w:rFonts w:eastAsiaTheme="minorEastAsia"/>
          <w:caps w:val="0"/>
          <w:noProof/>
          <w:sz w:val="22"/>
          <w:szCs w:val="22"/>
          <w:lang w:eastAsia="cs-CZ"/>
        </w:rPr>
      </w:pPr>
      <w:hyperlink w:anchor="_Toc108185704" w:history="1">
        <w:r w:rsidR="0033722A" w:rsidRPr="00E8441D">
          <w:rPr>
            <w:rStyle w:val="Hypertextovodkaz"/>
          </w:rPr>
          <w:t>4.</w:t>
        </w:r>
        <w:r w:rsidR="0033722A">
          <w:rPr>
            <w:rFonts w:eastAsiaTheme="minorEastAsia"/>
            <w:caps w:val="0"/>
            <w:noProof/>
            <w:sz w:val="22"/>
            <w:szCs w:val="22"/>
            <w:lang w:eastAsia="cs-CZ"/>
          </w:rPr>
          <w:tab/>
        </w:r>
        <w:r w:rsidR="0033722A" w:rsidRPr="00E8441D">
          <w:rPr>
            <w:rStyle w:val="Hypertextovodkaz"/>
          </w:rPr>
          <w:t>ÚČEL A PŘEDMĚT PLNĚNÍ VEŘEJNÉ ZAKÁZKY</w:t>
        </w:r>
        <w:r w:rsidR="0033722A">
          <w:rPr>
            <w:noProof/>
            <w:webHidden/>
          </w:rPr>
          <w:tab/>
        </w:r>
        <w:r w:rsidR="0033722A">
          <w:rPr>
            <w:noProof/>
            <w:webHidden/>
          </w:rPr>
          <w:fldChar w:fldCharType="begin"/>
        </w:r>
        <w:r w:rsidR="0033722A">
          <w:rPr>
            <w:noProof/>
            <w:webHidden/>
          </w:rPr>
          <w:instrText xml:space="preserve"> PAGEREF _Toc108185704 \h </w:instrText>
        </w:r>
        <w:r w:rsidR="0033722A">
          <w:rPr>
            <w:noProof/>
            <w:webHidden/>
          </w:rPr>
        </w:r>
        <w:r w:rsidR="0033722A">
          <w:rPr>
            <w:noProof/>
            <w:webHidden/>
          </w:rPr>
          <w:fldChar w:fldCharType="separate"/>
        </w:r>
        <w:r>
          <w:rPr>
            <w:noProof/>
            <w:webHidden/>
          </w:rPr>
          <w:t>4</w:t>
        </w:r>
        <w:r w:rsidR="0033722A">
          <w:rPr>
            <w:noProof/>
            <w:webHidden/>
          </w:rPr>
          <w:fldChar w:fldCharType="end"/>
        </w:r>
      </w:hyperlink>
    </w:p>
    <w:p w14:paraId="1A5E5A4F" w14:textId="62960064" w:rsidR="0033722A" w:rsidRDefault="0028791F">
      <w:pPr>
        <w:pStyle w:val="Obsah1"/>
        <w:rPr>
          <w:rFonts w:eastAsiaTheme="minorEastAsia"/>
          <w:caps w:val="0"/>
          <w:noProof/>
          <w:sz w:val="22"/>
          <w:szCs w:val="22"/>
          <w:lang w:eastAsia="cs-CZ"/>
        </w:rPr>
      </w:pPr>
      <w:hyperlink w:anchor="_Toc108185705" w:history="1">
        <w:r w:rsidR="0033722A" w:rsidRPr="00E8441D">
          <w:rPr>
            <w:rStyle w:val="Hypertextovodkaz"/>
          </w:rPr>
          <w:t>5.</w:t>
        </w:r>
        <w:r w:rsidR="0033722A">
          <w:rPr>
            <w:rFonts w:eastAsiaTheme="minorEastAsia"/>
            <w:caps w:val="0"/>
            <w:noProof/>
            <w:sz w:val="22"/>
            <w:szCs w:val="22"/>
            <w:lang w:eastAsia="cs-CZ"/>
          </w:rPr>
          <w:tab/>
        </w:r>
        <w:r w:rsidR="0033722A" w:rsidRPr="00E8441D">
          <w:rPr>
            <w:rStyle w:val="Hypertextovodkaz"/>
          </w:rPr>
          <w:t>ZDROJE FINANCOVÁNÍ A PŘEDPOKLÁDANÁ HODNOTA VEŘEJNÉ ZAKÁZKY</w:t>
        </w:r>
        <w:r w:rsidR="0033722A">
          <w:rPr>
            <w:noProof/>
            <w:webHidden/>
          </w:rPr>
          <w:tab/>
        </w:r>
        <w:r w:rsidR="0033722A">
          <w:rPr>
            <w:noProof/>
            <w:webHidden/>
          </w:rPr>
          <w:fldChar w:fldCharType="begin"/>
        </w:r>
        <w:r w:rsidR="0033722A">
          <w:rPr>
            <w:noProof/>
            <w:webHidden/>
          </w:rPr>
          <w:instrText xml:space="preserve"> PAGEREF _Toc108185705 \h </w:instrText>
        </w:r>
        <w:r w:rsidR="0033722A">
          <w:rPr>
            <w:noProof/>
            <w:webHidden/>
          </w:rPr>
        </w:r>
        <w:r w:rsidR="0033722A">
          <w:rPr>
            <w:noProof/>
            <w:webHidden/>
          </w:rPr>
          <w:fldChar w:fldCharType="separate"/>
        </w:r>
        <w:r>
          <w:rPr>
            <w:noProof/>
            <w:webHidden/>
          </w:rPr>
          <w:t>4</w:t>
        </w:r>
        <w:r w:rsidR="0033722A">
          <w:rPr>
            <w:noProof/>
            <w:webHidden/>
          </w:rPr>
          <w:fldChar w:fldCharType="end"/>
        </w:r>
      </w:hyperlink>
    </w:p>
    <w:p w14:paraId="30BB52E1" w14:textId="6B3AE345" w:rsidR="0033722A" w:rsidRDefault="0028791F">
      <w:pPr>
        <w:pStyle w:val="Obsah1"/>
        <w:rPr>
          <w:rFonts w:eastAsiaTheme="minorEastAsia"/>
          <w:caps w:val="0"/>
          <w:noProof/>
          <w:sz w:val="22"/>
          <w:szCs w:val="22"/>
          <w:lang w:eastAsia="cs-CZ"/>
        </w:rPr>
      </w:pPr>
      <w:hyperlink w:anchor="_Toc108185706" w:history="1">
        <w:r w:rsidR="0033722A" w:rsidRPr="00E8441D">
          <w:rPr>
            <w:rStyle w:val="Hypertextovodkaz"/>
          </w:rPr>
          <w:t>6.</w:t>
        </w:r>
        <w:r w:rsidR="0033722A">
          <w:rPr>
            <w:rFonts w:eastAsiaTheme="minorEastAsia"/>
            <w:caps w:val="0"/>
            <w:noProof/>
            <w:sz w:val="22"/>
            <w:szCs w:val="22"/>
            <w:lang w:eastAsia="cs-CZ"/>
          </w:rPr>
          <w:tab/>
        </w:r>
        <w:r w:rsidR="0033722A" w:rsidRPr="00E8441D">
          <w:rPr>
            <w:rStyle w:val="Hypertextovodkaz"/>
          </w:rPr>
          <w:t>OBSAH ZADÁVACÍ DOKUMENTACE</w:t>
        </w:r>
        <w:r w:rsidR="0033722A">
          <w:rPr>
            <w:noProof/>
            <w:webHidden/>
          </w:rPr>
          <w:tab/>
        </w:r>
        <w:r w:rsidR="0033722A">
          <w:rPr>
            <w:noProof/>
            <w:webHidden/>
          </w:rPr>
          <w:fldChar w:fldCharType="begin"/>
        </w:r>
        <w:r w:rsidR="0033722A">
          <w:rPr>
            <w:noProof/>
            <w:webHidden/>
          </w:rPr>
          <w:instrText xml:space="preserve"> PAGEREF _Toc108185706 \h </w:instrText>
        </w:r>
        <w:r w:rsidR="0033722A">
          <w:rPr>
            <w:noProof/>
            <w:webHidden/>
          </w:rPr>
        </w:r>
        <w:r w:rsidR="0033722A">
          <w:rPr>
            <w:noProof/>
            <w:webHidden/>
          </w:rPr>
          <w:fldChar w:fldCharType="separate"/>
        </w:r>
        <w:r>
          <w:rPr>
            <w:noProof/>
            <w:webHidden/>
          </w:rPr>
          <w:t>5</w:t>
        </w:r>
        <w:r w:rsidR="0033722A">
          <w:rPr>
            <w:noProof/>
            <w:webHidden/>
          </w:rPr>
          <w:fldChar w:fldCharType="end"/>
        </w:r>
      </w:hyperlink>
    </w:p>
    <w:p w14:paraId="1D6754D6" w14:textId="1A862B1F" w:rsidR="0033722A" w:rsidRDefault="0028791F">
      <w:pPr>
        <w:pStyle w:val="Obsah1"/>
        <w:rPr>
          <w:rFonts w:eastAsiaTheme="minorEastAsia"/>
          <w:caps w:val="0"/>
          <w:noProof/>
          <w:sz w:val="22"/>
          <w:szCs w:val="22"/>
          <w:lang w:eastAsia="cs-CZ"/>
        </w:rPr>
      </w:pPr>
      <w:hyperlink w:anchor="_Toc108185707" w:history="1">
        <w:r w:rsidR="0033722A" w:rsidRPr="00E8441D">
          <w:rPr>
            <w:rStyle w:val="Hypertextovodkaz"/>
          </w:rPr>
          <w:t>7.</w:t>
        </w:r>
        <w:r w:rsidR="0033722A">
          <w:rPr>
            <w:rFonts w:eastAsiaTheme="minorEastAsia"/>
            <w:caps w:val="0"/>
            <w:noProof/>
            <w:sz w:val="22"/>
            <w:szCs w:val="22"/>
            <w:lang w:eastAsia="cs-CZ"/>
          </w:rPr>
          <w:tab/>
        </w:r>
        <w:r w:rsidR="0033722A" w:rsidRPr="00E8441D">
          <w:rPr>
            <w:rStyle w:val="Hypertextovodkaz"/>
          </w:rPr>
          <w:t>VYSVĚTLENÍ, ZMĚNY A DOPLNĚNÍ ZADÁVACÍ DOKUMENTACE</w:t>
        </w:r>
        <w:r w:rsidR="0033722A">
          <w:rPr>
            <w:noProof/>
            <w:webHidden/>
          </w:rPr>
          <w:tab/>
        </w:r>
        <w:r w:rsidR="0033722A">
          <w:rPr>
            <w:noProof/>
            <w:webHidden/>
          </w:rPr>
          <w:fldChar w:fldCharType="begin"/>
        </w:r>
        <w:r w:rsidR="0033722A">
          <w:rPr>
            <w:noProof/>
            <w:webHidden/>
          </w:rPr>
          <w:instrText xml:space="preserve"> PAGEREF _Toc108185707 \h </w:instrText>
        </w:r>
        <w:r w:rsidR="0033722A">
          <w:rPr>
            <w:noProof/>
            <w:webHidden/>
          </w:rPr>
        </w:r>
        <w:r w:rsidR="0033722A">
          <w:rPr>
            <w:noProof/>
            <w:webHidden/>
          </w:rPr>
          <w:fldChar w:fldCharType="separate"/>
        </w:r>
        <w:r>
          <w:rPr>
            <w:noProof/>
            <w:webHidden/>
          </w:rPr>
          <w:t>5</w:t>
        </w:r>
        <w:r w:rsidR="0033722A">
          <w:rPr>
            <w:noProof/>
            <w:webHidden/>
          </w:rPr>
          <w:fldChar w:fldCharType="end"/>
        </w:r>
      </w:hyperlink>
    </w:p>
    <w:p w14:paraId="202E5A14" w14:textId="5C684568" w:rsidR="0033722A" w:rsidRDefault="0028791F">
      <w:pPr>
        <w:pStyle w:val="Obsah1"/>
        <w:rPr>
          <w:rFonts w:eastAsiaTheme="minorEastAsia"/>
          <w:caps w:val="0"/>
          <w:noProof/>
          <w:sz w:val="22"/>
          <w:szCs w:val="22"/>
          <w:lang w:eastAsia="cs-CZ"/>
        </w:rPr>
      </w:pPr>
      <w:hyperlink w:anchor="_Toc108185708" w:history="1">
        <w:r w:rsidR="0033722A" w:rsidRPr="00E8441D">
          <w:rPr>
            <w:rStyle w:val="Hypertextovodkaz"/>
          </w:rPr>
          <w:t>8.</w:t>
        </w:r>
        <w:r w:rsidR="0033722A">
          <w:rPr>
            <w:rFonts w:eastAsiaTheme="minorEastAsia"/>
            <w:caps w:val="0"/>
            <w:noProof/>
            <w:sz w:val="22"/>
            <w:szCs w:val="22"/>
            <w:lang w:eastAsia="cs-CZ"/>
          </w:rPr>
          <w:tab/>
        </w:r>
        <w:r w:rsidR="0033722A" w:rsidRPr="00E8441D">
          <w:rPr>
            <w:rStyle w:val="Hypertextovodkaz"/>
          </w:rPr>
          <w:t>POŽADAVKY ZADAVATELE NA KVALIFIKACI</w:t>
        </w:r>
        <w:r w:rsidR="0033722A">
          <w:rPr>
            <w:noProof/>
            <w:webHidden/>
          </w:rPr>
          <w:tab/>
        </w:r>
        <w:r w:rsidR="0033722A">
          <w:rPr>
            <w:noProof/>
            <w:webHidden/>
          </w:rPr>
          <w:fldChar w:fldCharType="begin"/>
        </w:r>
        <w:r w:rsidR="0033722A">
          <w:rPr>
            <w:noProof/>
            <w:webHidden/>
          </w:rPr>
          <w:instrText xml:space="preserve"> PAGEREF _Toc108185708 \h </w:instrText>
        </w:r>
        <w:r w:rsidR="0033722A">
          <w:rPr>
            <w:noProof/>
            <w:webHidden/>
          </w:rPr>
        </w:r>
        <w:r w:rsidR="0033722A">
          <w:rPr>
            <w:noProof/>
            <w:webHidden/>
          </w:rPr>
          <w:fldChar w:fldCharType="separate"/>
        </w:r>
        <w:r>
          <w:rPr>
            <w:noProof/>
            <w:webHidden/>
          </w:rPr>
          <w:t>6</w:t>
        </w:r>
        <w:r w:rsidR="0033722A">
          <w:rPr>
            <w:noProof/>
            <w:webHidden/>
          </w:rPr>
          <w:fldChar w:fldCharType="end"/>
        </w:r>
      </w:hyperlink>
    </w:p>
    <w:p w14:paraId="2D427DEB" w14:textId="19623E2F" w:rsidR="0033722A" w:rsidRDefault="0028791F">
      <w:pPr>
        <w:pStyle w:val="Obsah1"/>
        <w:rPr>
          <w:rFonts w:eastAsiaTheme="minorEastAsia"/>
          <w:caps w:val="0"/>
          <w:noProof/>
          <w:sz w:val="22"/>
          <w:szCs w:val="22"/>
          <w:lang w:eastAsia="cs-CZ"/>
        </w:rPr>
      </w:pPr>
      <w:hyperlink w:anchor="_Toc108185709" w:history="1">
        <w:r w:rsidR="0033722A" w:rsidRPr="00E8441D">
          <w:rPr>
            <w:rStyle w:val="Hypertextovodkaz"/>
          </w:rPr>
          <w:t>9.</w:t>
        </w:r>
        <w:r w:rsidR="0033722A">
          <w:rPr>
            <w:rFonts w:eastAsiaTheme="minorEastAsia"/>
            <w:caps w:val="0"/>
            <w:noProof/>
            <w:sz w:val="22"/>
            <w:szCs w:val="22"/>
            <w:lang w:eastAsia="cs-CZ"/>
          </w:rPr>
          <w:tab/>
        </w:r>
        <w:r w:rsidR="0033722A" w:rsidRPr="00E8441D">
          <w:rPr>
            <w:rStyle w:val="Hypertextovodkaz"/>
          </w:rPr>
          <w:t>DALŠÍ INFORMACE/DOKUMENTY PŘEDKLÁDANÉ DODAVATELEM V NABÍDCE</w:t>
        </w:r>
        <w:r w:rsidR="0033722A">
          <w:rPr>
            <w:noProof/>
            <w:webHidden/>
          </w:rPr>
          <w:tab/>
        </w:r>
        <w:r w:rsidR="0033722A">
          <w:rPr>
            <w:noProof/>
            <w:webHidden/>
          </w:rPr>
          <w:fldChar w:fldCharType="begin"/>
        </w:r>
        <w:r w:rsidR="0033722A">
          <w:rPr>
            <w:noProof/>
            <w:webHidden/>
          </w:rPr>
          <w:instrText xml:space="preserve"> PAGEREF _Toc108185709 \h </w:instrText>
        </w:r>
        <w:r w:rsidR="0033722A">
          <w:rPr>
            <w:noProof/>
            <w:webHidden/>
          </w:rPr>
        </w:r>
        <w:r w:rsidR="0033722A">
          <w:rPr>
            <w:noProof/>
            <w:webHidden/>
          </w:rPr>
          <w:fldChar w:fldCharType="separate"/>
        </w:r>
        <w:r>
          <w:rPr>
            <w:noProof/>
            <w:webHidden/>
          </w:rPr>
          <w:t>16</w:t>
        </w:r>
        <w:r w:rsidR="0033722A">
          <w:rPr>
            <w:noProof/>
            <w:webHidden/>
          </w:rPr>
          <w:fldChar w:fldCharType="end"/>
        </w:r>
      </w:hyperlink>
    </w:p>
    <w:p w14:paraId="6AE5733D" w14:textId="08FFBAE3" w:rsidR="0033722A" w:rsidRDefault="0028791F">
      <w:pPr>
        <w:pStyle w:val="Obsah1"/>
        <w:rPr>
          <w:rFonts w:eastAsiaTheme="minorEastAsia"/>
          <w:caps w:val="0"/>
          <w:noProof/>
          <w:sz w:val="22"/>
          <w:szCs w:val="22"/>
          <w:lang w:eastAsia="cs-CZ"/>
        </w:rPr>
      </w:pPr>
      <w:hyperlink w:anchor="_Toc108185710" w:history="1">
        <w:r w:rsidR="0033722A" w:rsidRPr="00E8441D">
          <w:rPr>
            <w:rStyle w:val="Hypertextovodkaz"/>
          </w:rPr>
          <w:t>10.</w:t>
        </w:r>
        <w:r w:rsidR="0033722A">
          <w:rPr>
            <w:rFonts w:eastAsiaTheme="minorEastAsia"/>
            <w:caps w:val="0"/>
            <w:noProof/>
            <w:sz w:val="22"/>
            <w:szCs w:val="22"/>
            <w:lang w:eastAsia="cs-CZ"/>
          </w:rPr>
          <w:tab/>
        </w:r>
        <w:r w:rsidR="0033722A" w:rsidRPr="00E8441D">
          <w:rPr>
            <w:rStyle w:val="Hypertextovodkaz"/>
          </w:rPr>
          <w:t>PROHLÍDKA MÍSTA PLNĚNÍ (STAVENIŠTĚ)</w:t>
        </w:r>
        <w:r w:rsidR="0033722A">
          <w:rPr>
            <w:noProof/>
            <w:webHidden/>
          </w:rPr>
          <w:tab/>
        </w:r>
        <w:r w:rsidR="0033722A">
          <w:rPr>
            <w:noProof/>
            <w:webHidden/>
          </w:rPr>
          <w:fldChar w:fldCharType="begin"/>
        </w:r>
        <w:r w:rsidR="0033722A">
          <w:rPr>
            <w:noProof/>
            <w:webHidden/>
          </w:rPr>
          <w:instrText xml:space="preserve"> PAGEREF _Toc108185710 \h </w:instrText>
        </w:r>
        <w:r w:rsidR="0033722A">
          <w:rPr>
            <w:noProof/>
            <w:webHidden/>
          </w:rPr>
        </w:r>
        <w:r w:rsidR="0033722A">
          <w:rPr>
            <w:noProof/>
            <w:webHidden/>
          </w:rPr>
          <w:fldChar w:fldCharType="separate"/>
        </w:r>
        <w:r>
          <w:rPr>
            <w:noProof/>
            <w:webHidden/>
          </w:rPr>
          <w:t>20</w:t>
        </w:r>
        <w:r w:rsidR="0033722A">
          <w:rPr>
            <w:noProof/>
            <w:webHidden/>
          </w:rPr>
          <w:fldChar w:fldCharType="end"/>
        </w:r>
      </w:hyperlink>
    </w:p>
    <w:p w14:paraId="7F82E750" w14:textId="051EEE88" w:rsidR="0033722A" w:rsidRDefault="0028791F">
      <w:pPr>
        <w:pStyle w:val="Obsah1"/>
        <w:rPr>
          <w:rFonts w:eastAsiaTheme="minorEastAsia"/>
          <w:caps w:val="0"/>
          <w:noProof/>
          <w:sz w:val="22"/>
          <w:szCs w:val="22"/>
          <w:lang w:eastAsia="cs-CZ"/>
        </w:rPr>
      </w:pPr>
      <w:hyperlink w:anchor="_Toc108185711" w:history="1">
        <w:r w:rsidR="0033722A" w:rsidRPr="00E8441D">
          <w:rPr>
            <w:rStyle w:val="Hypertextovodkaz"/>
          </w:rPr>
          <w:t>11.</w:t>
        </w:r>
        <w:r w:rsidR="0033722A">
          <w:rPr>
            <w:rFonts w:eastAsiaTheme="minorEastAsia"/>
            <w:caps w:val="0"/>
            <w:noProof/>
            <w:sz w:val="22"/>
            <w:szCs w:val="22"/>
            <w:lang w:eastAsia="cs-CZ"/>
          </w:rPr>
          <w:tab/>
        </w:r>
        <w:r w:rsidR="0033722A" w:rsidRPr="00E8441D">
          <w:rPr>
            <w:rStyle w:val="Hypertextovodkaz"/>
          </w:rPr>
          <w:t>JAZYK NABÍDEK A KOMUNIKAČNÍ JAZYK</w:t>
        </w:r>
        <w:r w:rsidR="0033722A">
          <w:rPr>
            <w:noProof/>
            <w:webHidden/>
          </w:rPr>
          <w:tab/>
        </w:r>
        <w:r w:rsidR="0033722A">
          <w:rPr>
            <w:noProof/>
            <w:webHidden/>
          </w:rPr>
          <w:fldChar w:fldCharType="begin"/>
        </w:r>
        <w:r w:rsidR="0033722A">
          <w:rPr>
            <w:noProof/>
            <w:webHidden/>
          </w:rPr>
          <w:instrText xml:space="preserve"> PAGEREF _Toc108185711 \h </w:instrText>
        </w:r>
        <w:r w:rsidR="0033722A">
          <w:rPr>
            <w:noProof/>
            <w:webHidden/>
          </w:rPr>
        </w:r>
        <w:r w:rsidR="0033722A">
          <w:rPr>
            <w:noProof/>
            <w:webHidden/>
          </w:rPr>
          <w:fldChar w:fldCharType="separate"/>
        </w:r>
        <w:r>
          <w:rPr>
            <w:noProof/>
            <w:webHidden/>
          </w:rPr>
          <w:t>20</w:t>
        </w:r>
        <w:r w:rsidR="0033722A">
          <w:rPr>
            <w:noProof/>
            <w:webHidden/>
          </w:rPr>
          <w:fldChar w:fldCharType="end"/>
        </w:r>
      </w:hyperlink>
    </w:p>
    <w:p w14:paraId="5BF0E784" w14:textId="02DDE579" w:rsidR="0033722A" w:rsidRDefault="0028791F">
      <w:pPr>
        <w:pStyle w:val="Obsah1"/>
        <w:rPr>
          <w:rFonts w:eastAsiaTheme="minorEastAsia"/>
          <w:caps w:val="0"/>
          <w:noProof/>
          <w:sz w:val="22"/>
          <w:szCs w:val="22"/>
          <w:lang w:eastAsia="cs-CZ"/>
        </w:rPr>
      </w:pPr>
      <w:hyperlink w:anchor="_Toc108185712" w:history="1">
        <w:r w:rsidR="0033722A" w:rsidRPr="00E8441D">
          <w:rPr>
            <w:rStyle w:val="Hypertextovodkaz"/>
          </w:rPr>
          <w:t>12.</w:t>
        </w:r>
        <w:r w:rsidR="0033722A">
          <w:rPr>
            <w:rFonts w:eastAsiaTheme="minorEastAsia"/>
            <w:caps w:val="0"/>
            <w:noProof/>
            <w:sz w:val="22"/>
            <w:szCs w:val="22"/>
            <w:lang w:eastAsia="cs-CZ"/>
          </w:rPr>
          <w:tab/>
        </w:r>
        <w:r w:rsidR="0033722A" w:rsidRPr="00E8441D">
          <w:rPr>
            <w:rStyle w:val="Hypertextovodkaz"/>
          </w:rPr>
          <w:t>OBSAH A PODÁVÁNÍ NABÍDEK</w:t>
        </w:r>
        <w:r w:rsidR="0033722A">
          <w:rPr>
            <w:noProof/>
            <w:webHidden/>
          </w:rPr>
          <w:tab/>
        </w:r>
        <w:r w:rsidR="0033722A">
          <w:rPr>
            <w:noProof/>
            <w:webHidden/>
          </w:rPr>
          <w:fldChar w:fldCharType="begin"/>
        </w:r>
        <w:r w:rsidR="0033722A">
          <w:rPr>
            <w:noProof/>
            <w:webHidden/>
          </w:rPr>
          <w:instrText xml:space="preserve"> PAGEREF _Toc108185712 \h </w:instrText>
        </w:r>
        <w:r w:rsidR="0033722A">
          <w:rPr>
            <w:noProof/>
            <w:webHidden/>
          </w:rPr>
        </w:r>
        <w:r w:rsidR="0033722A">
          <w:rPr>
            <w:noProof/>
            <w:webHidden/>
          </w:rPr>
          <w:fldChar w:fldCharType="separate"/>
        </w:r>
        <w:r>
          <w:rPr>
            <w:noProof/>
            <w:webHidden/>
          </w:rPr>
          <w:t>20</w:t>
        </w:r>
        <w:r w:rsidR="0033722A">
          <w:rPr>
            <w:noProof/>
            <w:webHidden/>
          </w:rPr>
          <w:fldChar w:fldCharType="end"/>
        </w:r>
      </w:hyperlink>
    </w:p>
    <w:p w14:paraId="43EE8BBE" w14:textId="3CD036AE" w:rsidR="0033722A" w:rsidRDefault="0028791F">
      <w:pPr>
        <w:pStyle w:val="Obsah1"/>
        <w:rPr>
          <w:rFonts w:eastAsiaTheme="minorEastAsia"/>
          <w:caps w:val="0"/>
          <w:noProof/>
          <w:sz w:val="22"/>
          <w:szCs w:val="22"/>
          <w:lang w:eastAsia="cs-CZ"/>
        </w:rPr>
      </w:pPr>
      <w:hyperlink w:anchor="_Toc108185713" w:history="1">
        <w:r w:rsidR="0033722A" w:rsidRPr="00E8441D">
          <w:rPr>
            <w:rStyle w:val="Hypertextovodkaz"/>
          </w:rPr>
          <w:t>13.</w:t>
        </w:r>
        <w:r w:rsidR="0033722A">
          <w:rPr>
            <w:rFonts w:eastAsiaTheme="minorEastAsia"/>
            <w:caps w:val="0"/>
            <w:noProof/>
            <w:sz w:val="22"/>
            <w:szCs w:val="22"/>
            <w:lang w:eastAsia="cs-CZ"/>
          </w:rPr>
          <w:tab/>
        </w:r>
        <w:r w:rsidR="0033722A" w:rsidRPr="00E8441D">
          <w:rPr>
            <w:rStyle w:val="Hypertextovodkaz"/>
          </w:rPr>
          <w:t>POŽADAVKY NA ZPRACOVÁNÍ NABÍDKOVÉ CENY</w:t>
        </w:r>
        <w:r w:rsidR="0033722A">
          <w:rPr>
            <w:noProof/>
            <w:webHidden/>
          </w:rPr>
          <w:tab/>
        </w:r>
        <w:r w:rsidR="0033722A">
          <w:rPr>
            <w:noProof/>
            <w:webHidden/>
          </w:rPr>
          <w:fldChar w:fldCharType="begin"/>
        </w:r>
        <w:r w:rsidR="0033722A">
          <w:rPr>
            <w:noProof/>
            <w:webHidden/>
          </w:rPr>
          <w:instrText xml:space="preserve"> PAGEREF _Toc108185713 \h </w:instrText>
        </w:r>
        <w:r w:rsidR="0033722A">
          <w:rPr>
            <w:noProof/>
            <w:webHidden/>
          </w:rPr>
        </w:r>
        <w:r w:rsidR="0033722A">
          <w:rPr>
            <w:noProof/>
            <w:webHidden/>
          </w:rPr>
          <w:fldChar w:fldCharType="separate"/>
        </w:r>
        <w:r>
          <w:rPr>
            <w:noProof/>
            <w:webHidden/>
          </w:rPr>
          <w:t>22</w:t>
        </w:r>
        <w:r w:rsidR="0033722A">
          <w:rPr>
            <w:noProof/>
            <w:webHidden/>
          </w:rPr>
          <w:fldChar w:fldCharType="end"/>
        </w:r>
      </w:hyperlink>
    </w:p>
    <w:p w14:paraId="3173DB3B" w14:textId="545C6A55" w:rsidR="0033722A" w:rsidRDefault="0028791F">
      <w:pPr>
        <w:pStyle w:val="Obsah1"/>
        <w:rPr>
          <w:rFonts w:eastAsiaTheme="minorEastAsia"/>
          <w:caps w:val="0"/>
          <w:noProof/>
          <w:sz w:val="22"/>
          <w:szCs w:val="22"/>
          <w:lang w:eastAsia="cs-CZ"/>
        </w:rPr>
      </w:pPr>
      <w:hyperlink w:anchor="_Toc108185714" w:history="1">
        <w:r w:rsidR="0033722A" w:rsidRPr="00E8441D">
          <w:rPr>
            <w:rStyle w:val="Hypertextovodkaz"/>
          </w:rPr>
          <w:t>14.</w:t>
        </w:r>
        <w:r w:rsidR="0033722A">
          <w:rPr>
            <w:rFonts w:eastAsiaTheme="minorEastAsia"/>
            <w:caps w:val="0"/>
            <w:noProof/>
            <w:sz w:val="22"/>
            <w:szCs w:val="22"/>
            <w:lang w:eastAsia="cs-CZ"/>
          </w:rPr>
          <w:tab/>
        </w:r>
        <w:r w:rsidR="0033722A" w:rsidRPr="00E8441D">
          <w:rPr>
            <w:rStyle w:val="Hypertextovodkaz"/>
          </w:rPr>
          <w:t>VARIANTY NABÍDKY, VÝHRADA ZMĚNY DODAVATELE</w:t>
        </w:r>
        <w:r w:rsidR="0033722A">
          <w:rPr>
            <w:noProof/>
            <w:webHidden/>
          </w:rPr>
          <w:tab/>
        </w:r>
        <w:r w:rsidR="0033722A">
          <w:rPr>
            <w:noProof/>
            <w:webHidden/>
          </w:rPr>
          <w:fldChar w:fldCharType="begin"/>
        </w:r>
        <w:r w:rsidR="0033722A">
          <w:rPr>
            <w:noProof/>
            <w:webHidden/>
          </w:rPr>
          <w:instrText xml:space="preserve"> PAGEREF _Toc108185714 \h </w:instrText>
        </w:r>
        <w:r w:rsidR="0033722A">
          <w:rPr>
            <w:noProof/>
            <w:webHidden/>
          </w:rPr>
        </w:r>
        <w:r w:rsidR="0033722A">
          <w:rPr>
            <w:noProof/>
            <w:webHidden/>
          </w:rPr>
          <w:fldChar w:fldCharType="separate"/>
        </w:r>
        <w:r>
          <w:rPr>
            <w:noProof/>
            <w:webHidden/>
          </w:rPr>
          <w:t>23</w:t>
        </w:r>
        <w:r w:rsidR="0033722A">
          <w:rPr>
            <w:noProof/>
            <w:webHidden/>
          </w:rPr>
          <w:fldChar w:fldCharType="end"/>
        </w:r>
      </w:hyperlink>
    </w:p>
    <w:p w14:paraId="44AE2CCB" w14:textId="4E32F0C5" w:rsidR="0033722A" w:rsidRDefault="0028791F">
      <w:pPr>
        <w:pStyle w:val="Obsah1"/>
        <w:rPr>
          <w:rFonts w:eastAsiaTheme="minorEastAsia"/>
          <w:caps w:val="0"/>
          <w:noProof/>
          <w:sz w:val="22"/>
          <w:szCs w:val="22"/>
          <w:lang w:eastAsia="cs-CZ"/>
        </w:rPr>
      </w:pPr>
      <w:hyperlink w:anchor="_Toc108185715" w:history="1">
        <w:r w:rsidR="0033722A" w:rsidRPr="00E8441D">
          <w:rPr>
            <w:rStyle w:val="Hypertextovodkaz"/>
          </w:rPr>
          <w:t>15.</w:t>
        </w:r>
        <w:r w:rsidR="0033722A">
          <w:rPr>
            <w:rFonts w:eastAsiaTheme="minorEastAsia"/>
            <w:caps w:val="0"/>
            <w:noProof/>
            <w:sz w:val="22"/>
            <w:szCs w:val="22"/>
            <w:lang w:eastAsia="cs-CZ"/>
          </w:rPr>
          <w:tab/>
        </w:r>
        <w:r w:rsidR="0033722A" w:rsidRPr="00E8441D">
          <w:rPr>
            <w:rStyle w:val="Hypertextovodkaz"/>
          </w:rPr>
          <w:t>OTEVÍRÁNÍ NABÍDEK</w:t>
        </w:r>
        <w:r w:rsidR="0033722A">
          <w:rPr>
            <w:noProof/>
            <w:webHidden/>
          </w:rPr>
          <w:tab/>
        </w:r>
        <w:r w:rsidR="0033722A">
          <w:rPr>
            <w:noProof/>
            <w:webHidden/>
          </w:rPr>
          <w:fldChar w:fldCharType="begin"/>
        </w:r>
        <w:r w:rsidR="0033722A">
          <w:rPr>
            <w:noProof/>
            <w:webHidden/>
          </w:rPr>
          <w:instrText xml:space="preserve"> PAGEREF _Toc108185715 \h </w:instrText>
        </w:r>
        <w:r w:rsidR="0033722A">
          <w:rPr>
            <w:noProof/>
            <w:webHidden/>
          </w:rPr>
        </w:r>
        <w:r w:rsidR="0033722A">
          <w:rPr>
            <w:noProof/>
            <w:webHidden/>
          </w:rPr>
          <w:fldChar w:fldCharType="separate"/>
        </w:r>
        <w:r>
          <w:rPr>
            <w:noProof/>
            <w:webHidden/>
          </w:rPr>
          <w:t>24</w:t>
        </w:r>
        <w:r w:rsidR="0033722A">
          <w:rPr>
            <w:noProof/>
            <w:webHidden/>
          </w:rPr>
          <w:fldChar w:fldCharType="end"/>
        </w:r>
      </w:hyperlink>
    </w:p>
    <w:p w14:paraId="68F930B9" w14:textId="0CF0B6E3" w:rsidR="0033722A" w:rsidRDefault="0028791F">
      <w:pPr>
        <w:pStyle w:val="Obsah1"/>
        <w:rPr>
          <w:rFonts w:eastAsiaTheme="minorEastAsia"/>
          <w:caps w:val="0"/>
          <w:noProof/>
          <w:sz w:val="22"/>
          <w:szCs w:val="22"/>
          <w:lang w:eastAsia="cs-CZ"/>
        </w:rPr>
      </w:pPr>
      <w:hyperlink w:anchor="_Toc108185716" w:history="1">
        <w:r w:rsidR="0033722A" w:rsidRPr="00E8441D">
          <w:rPr>
            <w:rStyle w:val="Hypertextovodkaz"/>
          </w:rPr>
          <w:t>16.</w:t>
        </w:r>
        <w:r w:rsidR="0033722A">
          <w:rPr>
            <w:rFonts w:eastAsiaTheme="minorEastAsia"/>
            <w:caps w:val="0"/>
            <w:noProof/>
            <w:sz w:val="22"/>
            <w:szCs w:val="22"/>
            <w:lang w:eastAsia="cs-CZ"/>
          </w:rPr>
          <w:tab/>
        </w:r>
        <w:r w:rsidR="0033722A" w:rsidRPr="00E8441D">
          <w:rPr>
            <w:rStyle w:val="Hypertextovodkaz"/>
          </w:rPr>
          <w:t>POSOUZENÍ SPLNĚNÍ PODMÍNEK ÚČASTI</w:t>
        </w:r>
        <w:r w:rsidR="0033722A">
          <w:rPr>
            <w:noProof/>
            <w:webHidden/>
          </w:rPr>
          <w:tab/>
        </w:r>
        <w:r w:rsidR="0033722A">
          <w:rPr>
            <w:noProof/>
            <w:webHidden/>
          </w:rPr>
          <w:fldChar w:fldCharType="begin"/>
        </w:r>
        <w:r w:rsidR="0033722A">
          <w:rPr>
            <w:noProof/>
            <w:webHidden/>
          </w:rPr>
          <w:instrText xml:space="preserve"> PAGEREF _Toc108185716 \h </w:instrText>
        </w:r>
        <w:r w:rsidR="0033722A">
          <w:rPr>
            <w:noProof/>
            <w:webHidden/>
          </w:rPr>
        </w:r>
        <w:r w:rsidR="0033722A">
          <w:rPr>
            <w:noProof/>
            <w:webHidden/>
          </w:rPr>
          <w:fldChar w:fldCharType="separate"/>
        </w:r>
        <w:r>
          <w:rPr>
            <w:noProof/>
            <w:webHidden/>
          </w:rPr>
          <w:t>24</w:t>
        </w:r>
        <w:r w:rsidR="0033722A">
          <w:rPr>
            <w:noProof/>
            <w:webHidden/>
          </w:rPr>
          <w:fldChar w:fldCharType="end"/>
        </w:r>
      </w:hyperlink>
    </w:p>
    <w:p w14:paraId="3ACF2643" w14:textId="099BD5D9" w:rsidR="0033722A" w:rsidRDefault="0028791F">
      <w:pPr>
        <w:pStyle w:val="Obsah1"/>
        <w:rPr>
          <w:rFonts w:eastAsiaTheme="minorEastAsia"/>
          <w:caps w:val="0"/>
          <w:noProof/>
          <w:sz w:val="22"/>
          <w:szCs w:val="22"/>
          <w:lang w:eastAsia="cs-CZ"/>
        </w:rPr>
      </w:pPr>
      <w:hyperlink w:anchor="_Toc108185717" w:history="1">
        <w:r w:rsidR="0033722A" w:rsidRPr="00E8441D">
          <w:rPr>
            <w:rStyle w:val="Hypertextovodkaz"/>
          </w:rPr>
          <w:t>17.</w:t>
        </w:r>
        <w:r w:rsidR="0033722A">
          <w:rPr>
            <w:rFonts w:eastAsiaTheme="minorEastAsia"/>
            <w:caps w:val="0"/>
            <w:noProof/>
            <w:sz w:val="22"/>
            <w:szCs w:val="22"/>
            <w:lang w:eastAsia="cs-CZ"/>
          </w:rPr>
          <w:tab/>
        </w:r>
        <w:r w:rsidR="0033722A" w:rsidRPr="00E8441D">
          <w:rPr>
            <w:rStyle w:val="Hypertextovodkaz"/>
          </w:rPr>
          <w:t>HODNOCENÍ NABÍDEK</w:t>
        </w:r>
        <w:r w:rsidR="0033722A">
          <w:rPr>
            <w:noProof/>
            <w:webHidden/>
          </w:rPr>
          <w:tab/>
        </w:r>
        <w:r w:rsidR="0033722A">
          <w:rPr>
            <w:noProof/>
            <w:webHidden/>
          </w:rPr>
          <w:fldChar w:fldCharType="begin"/>
        </w:r>
        <w:r w:rsidR="0033722A">
          <w:rPr>
            <w:noProof/>
            <w:webHidden/>
          </w:rPr>
          <w:instrText xml:space="preserve"> PAGEREF _Toc108185717 \h </w:instrText>
        </w:r>
        <w:r w:rsidR="0033722A">
          <w:rPr>
            <w:noProof/>
            <w:webHidden/>
          </w:rPr>
        </w:r>
        <w:r w:rsidR="0033722A">
          <w:rPr>
            <w:noProof/>
            <w:webHidden/>
          </w:rPr>
          <w:fldChar w:fldCharType="separate"/>
        </w:r>
        <w:r>
          <w:rPr>
            <w:noProof/>
            <w:webHidden/>
          </w:rPr>
          <w:t>25</w:t>
        </w:r>
        <w:r w:rsidR="0033722A">
          <w:rPr>
            <w:noProof/>
            <w:webHidden/>
          </w:rPr>
          <w:fldChar w:fldCharType="end"/>
        </w:r>
      </w:hyperlink>
    </w:p>
    <w:p w14:paraId="37FBB840" w14:textId="6C7CD29D" w:rsidR="0033722A" w:rsidRDefault="0028791F">
      <w:pPr>
        <w:pStyle w:val="Obsah1"/>
        <w:rPr>
          <w:rFonts w:eastAsiaTheme="minorEastAsia"/>
          <w:caps w:val="0"/>
          <w:noProof/>
          <w:sz w:val="22"/>
          <w:szCs w:val="22"/>
          <w:lang w:eastAsia="cs-CZ"/>
        </w:rPr>
      </w:pPr>
      <w:hyperlink w:anchor="_Toc108185718" w:history="1">
        <w:r w:rsidR="0033722A" w:rsidRPr="00E8441D">
          <w:rPr>
            <w:rStyle w:val="Hypertextovodkaz"/>
          </w:rPr>
          <w:t>18.</w:t>
        </w:r>
        <w:r w:rsidR="0033722A">
          <w:rPr>
            <w:rFonts w:eastAsiaTheme="minorEastAsia"/>
            <w:caps w:val="0"/>
            <w:noProof/>
            <w:sz w:val="22"/>
            <w:szCs w:val="22"/>
            <w:lang w:eastAsia="cs-CZ"/>
          </w:rPr>
          <w:tab/>
        </w:r>
        <w:r w:rsidR="0033722A" w:rsidRPr="00E8441D">
          <w:rPr>
            <w:rStyle w:val="Hypertextovodkaz"/>
          </w:rPr>
          <w:t>ZRUŠENÍ VÝBĚROVÉHO ŘÍZENÍ</w:t>
        </w:r>
        <w:r w:rsidR="0033722A">
          <w:rPr>
            <w:noProof/>
            <w:webHidden/>
          </w:rPr>
          <w:tab/>
        </w:r>
        <w:r w:rsidR="0033722A">
          <w:rPr>
            <w:noProof/>
            <w:webHidden/>
          </w:rPr>
          <w:fldChar w:fldCharType="begin"/>
        </w:r>
        <w:r w:rsidR="0033722A">
          <w:rPr>
            <w:noProof/>
            <w:webHidden/>
          </w:rPr>
          <w:instrText xml:space="preserve"> PAGEREF _Toc108185718 \h </w:instrText>
        </w:r>
        <w:r w:rsidR="0033722A">
          <w:rPr>
            <w:noProof/>
            <w:webHidden/>
          </w:rPr>
        </w:r>
        <w:r w:rsidR="0033722A">
          <w:rPr>
            <w:noProof/>
            <w:webHidden/>
          </w:rPr>
          <w:fldChar w:fldCharType="separate"/>
        </w:r>
        <w:r>
          <w:rPr>
            <w:noProof/>
            <w:webHidden/>
          </w:rPr>
          <w:t>25</w:t>
        </w:r>
        <w:r w:rsidR="0033722A">
          <w:rPr>
            <w:noProof/>
            <w:webHidden/>
          </w:rPr>
          <w:fldChar w:fldCharType="end"/>
        </w:r>
      </w:hyperlink>
    </w:p>
    <w:p w14:paraId="4ED835E8" w14:textId="1D362C19" w:rsidR="0033722A" w:rsidRDefault="0028791F">
      <w:pPr>
        <w:pStyle w:val="Obsah1"/>
        <w:rPr>
          <w:rFonts w:eastAsiaTheme="minorEastAsia"/>
          <w:caps w:val="0"/>
          <w:noProof/>
          <w:sz w:val="22"/>
          <w:szCs w:val="22"/>
          <w:lang w:eastAsia="cs-CZ"/>
        </w:rPr>
      </w:pPr>
      <w:hyperlink w:anchor="_Toc108185719" w:history="1">
        <w:r w:rsidR="0033722A" w:rsidRPr="00E8441D">
          <w:rPr>
            <w:rStyle w:val="Hypertextovodkaz"/>
          </w:rPr>
          <w:t>19.</w:t>
        </w:r>
        <w:r w:rsidR="0033722A">
          <w:rPr>
            <w:rFonts w:eastAsiaTheme="minorEastAsia"/>
            <w:caps w:val="0"/>
            <w:noProof/>
            <w:sz w:val="22"/>
            <w:szCs w:val="22"/>
            <w:lang w:eastAsia="cs-CZ"/>
          </w:rPr>
          <w:tab/>
        </w:r>
        <w:r w:rsidR="0033722A" w:rsidRPr="00E8441D">
          <w:rPr>
            <w:rStyle w:val="Hypertextovodkaz"/>
          </w:rPr>
          <w:t>UZAVŘENÍ SMLOUVY</w:t>
        </w:r>
        <w:bookmarkStart w:id="0" w:name="_GoBack"/>
        <w:bookmarkEnd w:id="0"/>
        <w:r w:rsidR="0033722A">
          <w:rPr>
            <w:noProof/>
            <w:webHidden/>
          </w:rPr>
          <w:tab/>
        </w:r>
        <w:r w:rsidR="0033722A">
          <w:rPr>
            <w:noProof/>
            <w:webHidden/>
          </w:rPr>
          <w:fldChar w:fldCharType="begin"/>
        </w:r>
        <w:r w:rsidR="0033722A">
          <w:rPr>
            <w:noProof/>
            <w:webHidden/>
          </w:rPr>
          <w:instrText xml:space="preserve"> PAGEREF _Toc108185719 \h </w:instrText>
        </w:r>
        <w:r w:rsidR="0033722A">
          <w:rPr>
            <w:noProof/>
            <w:webHidden/>
          </w:rPr>
        </w:r>
        <w:r w:rsidR="0033722A">
          <w:rPr>
            <w:noProof/>
            <w:webHidden/>
          </w:rPr>
          <w:fldChar w:fldCharType="separate"/>
        </w:r>
        <w:r>
          <w:rPr>
            <w:noProof/>
            <w:webHidden/>
          </w:rPr>
          <w:t>26</w:t>
        </w:r>
        <w:r w:rsidR="0033722A">
          <w:rPr>
            <w:noProof/>
            <w:webHidden/>
          </w:rPr>
          <w:fldChar w:fldCharType="end"/>
        </w:r>
      </w:hyperlink>
    </w:p>
    <w:p w14:paraId="5798EA22" w14:textId="53295479" w:rsidR="0033722A" w:rsidRDefault="0028791F">
      <w:pPr>
        <w:pStyle w:val="Obsah1"/>
        <w:rPr>
          <w:rFonts w:eastAsiaTheme="minorEastAsia"/>
          <w:caps w:val="0"/>
          <w:noProof/>
          <w:sz w:val="22"/>
          <w:szCs w:val="22"/>
          <w:lang w:eastAsia="cs-CZ"/>
        </w:rPr>
      </w:pPr>
      <w:hyperlink w:anchor="_Toc108185720" w:history="1">
        <w:r w:rsidR="0033722A" w:rsidRPr="00E8441D">
          <w:rPr>
            <w:rStyle w:val="Hypertextovodkaz"/>
          </w:rPr>
          <w:t>20.</w:t>
        </w:r>
        <w:r w:rsidR="0033722A">
          <w:rPr>
            <w:rFonts w:eastAsiaTheme="minorEastAsia"/>
            <w:caps w:val="0"/>
            <w:noProof/>
            <w:sz w:val="22"/>
            <w:szCs w:val="22"/>
            <w:lang w:eastAsia="cs-CZ"/>
          </w:rPr>
          <w:tab/>
        </w:r>
        <w:r w:rsidR="0033722A" w:rsidRPr="00E8441D">
          <w:rPr>
            <w:rStyle w:val="Hypertextovodkaz"/>
          </w:rPr>
          <w:t>OCHRANA INFORMACÍ</w:t>
        </w:r>
        <w:r w:rsidR="0033722A">
          <w:rPr>
            <w:noProof/>
            <w:webHidden/>
          </w:rPr>
          <w:tab/>
        </w:r>
        <w:r w:rsidR="0033722A">
          <w:rPr>
            <w:noProof/>
            <w:webHidden/>
          </w:rPr>
          <w:fldChar w:fldCharType="begin"/>
        </w:r>
        <w:r w:rsidR="0033722A">
          <w:rPr>
            <w:noProof/>
            <w:webHidden/>
          </w:rPr>
          <w:instrText xml:space="preserve"> PAGEREF _Toc108185720 \h </w:instrText>
        </w:r>
        <w:r w:rsidR="0033722A">
          <w:rPr>
            <w:noProof/>
            <w:webHidden/>
          </w:rPr>
        </w:r>
        <w:r w:rsidR="0033722A">
          <w:rPr>
            <w:noProof/>
            <w:webHidden/>
          </w:rPr>
          <w:fldChar w:fldCharType="separate"/>
        </w:r>
        <w:r>
          <w:rPr>
            <w:noProof/>
            <w:webHidden/>
          </w:rPr>
          <w:t>28</w:t>
        </w:r>
        <w:r w:rsidR="0033722A">
          <w:rPr>
            <w:noProof/>
            <w:webHidden/>
          </w:rPr>
          <w:fldChar w:fldCharType="end"/>
        </w:r>
      </w:hyperlink>
    </w:p>
    <w:p w14:paraId="205B06ED" w14:textId="00FBD2A7" w:rsidR="0033722A" w:rsidRDefault="0028791F">
      <w:pPr>
        <w:pStyle w:val="Obsah1"/>
        <w:rPr>
          <w:rFonts w:eastAsiaTheme="minorEastAsia"/>
          <w:caps w:val="0"/>
          <w:noProof/>
          <w:sz w:val="22"/>
          <w:szCs w:val="22"/>
          <w:lang w:eastAsia="cs-CZ"/>
        </w:rPr>
      </w:pPr>
      <w:hyperlink w:anchor="_Toc108185721" w:history="1">
        <w:r w:rsidR="0033722A" w:rsidRPr="00E8441D">
          <w:rPr>
            <w:rStyle w:val="Hypertextovodkaz"/>
          </w:rPr>
          <w:t>21.</w:t>
        </w:r>
        <w:r w:rsidR="0033722A">
          <w:rPr>
            <w:rFonts w:eastAsiaTheme="minorEastAsia"/>
            <w:caps w:val="0"/>
            <w:noProof/>
            <w:sz w:val="22"/>
            <w:szCs w:val="22"/>
            <w:lang w:eastAsia="cs-CZ"/>
          </w:rPr>
          <w:tab/>
        </w:r>
        <w:r w:rsidR="0033722A" w:rsidRPr="00E8441D">
          <w:rPr>
            <w:rStyle w:val="Hypertextovodkaz"/>
          </w:rPr>
          <w:t>SOCIÁLNĚ A ENVIRONMENTÁLNĚ ODPOVĚDNÉ ZADÁVÁNÍ, INOVACE</w:t>
        </w:r>
        <w:r w:rsidR="0033722A">
          <w:rPr>
            <w:noProof/>
            <w:webHidden/>
          </w:rPr>
          <w:tab/>
        </w:r>
        <w:r w:rsidR="0033722A">
          <w:rPr>
            <w:noProof/>
            <w:webHidden/>
          </w:rPr>
          <w:fldChar w:fldCharType="begin"/>
        </w:r>
        <w:r w:rsidR="0033722A">
          <w:rPr>
            <w:noProof/>
            <w:webHidden/>
          </w:rPr>
          <w:instrText xml:space="preserve"> PAGEREF _Toc108185721 \h </w:instrText>
        </w:r>
        <w:r w:rsidR="0033722A">
          <w:rPr>
            <w:noProof/>
            <w:webHidden/>
          </w:rPr>
        </w:r>
        <w:r w:rsidR="0033722A">
          <w:rPr>
            <w:noProof/>
            <w:webHidden/>
          </w:rPr>
          <w:fldChar w:fldCharType="separate"/>
        </w:r>
        <w:r>
          <w:rPr>
            <w:noProof/>
            <w:webHidden/>
          </w:rPr>
          <w:t>28</w:t>
        </w:r>
        <w:r w:rsidR="0033722A">
          <w:rPr>
            <w:noProof/>
            <w:webHidden/>
          </w:rPr>
          <w:fldChar w:fldCharType="end"/>
        </w:r>
      </w:hyperlink>
    </w:p>
    <w:p w14:paraId="5F256D24" w14:textId="1D66C9C2" w:rsidR="0033722A" w:rsidRDefault="0028791F">
      <w:pPr>
        <w:pStyle w:val="Obsah1"/>
        <w:rPr>
          <w:rFonts w:eastAsiaTheme="minorEastAsia"/>
          <w:caps w:val="0"/>
          <w:noProof/>
          <w:sz w:val="22"/>
          <w:szCs w:val="22"/>
          <w:lang w:eastAsia="cs-CZ"/>
        </w:rPr>
      </w:pPr>
      <w:hyperlink w:anchor="_Toc108185722" w:history="1">
        <w:r w:rsidR="0033722A" w:rsidRPr="00E8441D">
          <w:rPr>
            <w:rStyle w:val="Hypertextovodkaz"/>
          </w:rPr>
          <w:t>22.</w:t>
        </w:r>
        <w:r w:rsidR="0033722A">
          <w:rPr>
            <w:rFonts w:eastAsiaTheme="minorEastAsia"/>
            <w:caps w:val="0"/>
            <w:noProof/>
            <w:sz w:val="22"/>
            <w:szCs w:val="22"/>
            <w:lang w:eastAsia="cs-CZ"/>
          </w:rPr>
          <w:tab/>
        </w:r>
        <w:r w:rsidR="0033722A" w:rsidRPr="00E8441D">
          <w:rPr>
            <w:rStyle w:val="Hypertextovodkaz"/>
          </w:rPr>
          <w:t>Další zadávací podmínky v návaznosti na sankce v souvislosti se situací na Ukrajině</w:t>
        </w:r>
        <w:r w:rsidR="0033722A">
          <w:rPr>
            <w:noProof/>
            <w:webHidden/>
          </w:rPr>
          <w:tab/>
        </w:r>
        <w:r w:rsidR="0033722A">
          <w:rPr>
            <w:noProof/>
            <w:webHidden/>
          </w:rPr>
          <w:fldChar w:fldCharType="begin"/>
        </w:r>
        <w:r w:rsidR="0033722A">
          <w:rPr>
            <w:noProof/>
            <w:webHidden/>
          </w:rPr>
          <w:instrText xml:space="preserve"> PAGEREF _Toc108185722 \h </w:instrText>
        </w:r>
        <w:r w:rsidR="0033722A">
          <w:rPr>
            <w:noProof/>
            <w:webHidden/>
          </w:rPr>
        </w:r>
        <w:r w:rsidR="0033722A">
          <w:rPr>
            <w:noProof/>
            <w:webHidden/>
          </w:rPr>
          <w:fldChar w:fldCharType="separate"/>
        </w:r>
        <w:r>
          <w:rPr>
            <w:noProof/>
            <w:webHidden/>
          </w:rPr>
          <w:t>29</w:t>
        </w:r>
        <w:r w:rsidR="0033722A">
          <w:rPr>
            <w:noProof/>
            <w:webHidden/>
          </w:rPr>
          <w:fldChar w:fldCharType="end"/>
        </w:r>
      </w:hyperlink>
    </w:p>
    <w:p w14:paraId="39D8DD03" w14:textId="5CEC69CE" w:rsidR="0033722A" w:rsidRDefault="0028791F">
      <w:pPr>
        <w:pStyle w:val="Obsah1"/>
        <w:rPr>
          <w:rFonts w:eastAsiaTheme="minorEastAsia"/>
          <w:caps w:val="0"/>
          <w:noProof/>
          <w:sz w:val="22"/>
          <w:szCs w:val="22"/>
          <w:lang w:eastAsia="cs-CZ"/>
        </w:rPr>
      </w:pPr>
      <w:hyperlink w:anchor="_Toc108185723" w:history="1">
        <w:r w:rsidR="0033722A" w:rsidRPr="00E8441D">
          <w:rPr>
            <w:rStyle w:val="Hypertextovodkaz"/>
          </w:rPr>
          <w:t>23.</w:t>
        </w:r>
        <w:r w:rsidR="0033722A">
          <w:rPr>
            <w:rFonts w:eastAsiaTheme="minorEastAsia"/>
            <w:caps w:val="0"/>
            <w:noProof/>
            <w:sz w:val="22"/>
            <w:szCs w:val="22"/>
            <w:lang w:eastAsia="cs-CZ"/>
          </w:rPr>
          <w:tab/>
        </w:r>
        <w:r w:rsidR="0033722A" w:rsidRPr="00E8441D">
          <w:rPr>
            <w:rStyle w:val="Hypertextovodkaz"/>
          </w:rPr>
          <w:t>PŘÍLOHY TÉTO VÝZVY</w:t>
        </w:r>
        <w:r w:rsidR="0033722A">
          <w:rPr>
            <w:noProof/>
            <w:webHidden/>
          </w:rPr>
          <w:tab/>
        </w:r>
        <w:r w:rsidR="0033722A">
          <w:rPr>
            <w:noProof/>
            <w:webHidden/>
          </w:rPr>
          <w:fldChar w:fldCharType="begin"/>
        </w:r>
        <w:r w:rsidR="0033722A">
          <w:rPr>
            <w:noProof/>
            <w:webHidden/>
          </w:rPr>
          <w:instrText xml:space="preserve"> PAGEREF _Toc108185723 \h </w:instrText>
        </w:r>
        <w:r w:rsidR="0033722A">
          <w:rPr>
            <w:noProof/>
            <w:webHidden/>
          </w:rPr>
        </w:r>
        <w:r w:rsidR="0033722A">
          <w:rPr>
            <w:noProof/>
            <w:webHidden/>
          </w:rPr>
          <w:fldChar w:fldCharType="separate"/>
        </w:r>
        <w:r>
          <w:rPr>
            <w:noProof/>
            <w:webHidden/>
          </w:rPr>
          <w:t>29</w:t>
        </w:r>
        <w:r w:rsidR="0033722A">
          <w:rPr>
            <w:noProof/>
            <w:webHidden/>
          </w:rPr>
          <w:fldChar w:fldCharType="end"/>
        </w:r>
      </w:hyperlink>
    </w:p>
    <w:p w14:paraId="6BCC7D72" w14:textId="031FABF5"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0818570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1BCD0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7F0544">
        <w:rPr>
          <w:b/>
        </w:rPr>
        <w:t xml:space="preserve"> zadávána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818570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32DFE86" w14:textId="6F153B48" w:rsidR="0035531B" w:rsidRDefault="0035531B" w:rsidP="0035531B">
      <w:pPr>
        <w:pStyle w:val="Textbezslovn"/>
      </w:pPr>
      <w:r w:rsidRPr="000174E8">
        <w:tab/>
      </w:r>
      <w:r w:rsidRPr="000174E8">
        <w:tab/>
      </w:r>
    </w:p>
    <w:p w14:paraId="168A08C4" w14:textId="25B868F4" w:rsidR="0035531B" w:rsidRDefault="0035531B" w:rsidP="0035531B">
      <w:pPr>
        <w:pStyle w:val="Nadpis1-1"/>
      </w:pPr>
      <w:bookmarkStart w:id="7" w:name="_Toc108185703"/>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AE356E8" w:rsidR="0035531B" w:rsidRDefault="0035531B" w:rsidP="0035531B">
      <w:pPr>
        <w:pStyle w:val="Text1-1"/>
      </w:pPr>
      <w:r>
        <w:t xml:space="preserve">Kontaktní osobou zadavatele pro </w:t>
      </w:r>
      <w:r w:rsidR="009531C1">
        <w:t xml:space="preserve">výběrové </w:t>
      </w:r>
      <w:r>
        <w:t xml:space="preserve">řízení je: </w:t>
      </w:r>
      <w:r w:rsidR="00634BE4">
        <w:t>Ing. Kamila Přerovská</w:t>
      </w:r>
    </w:p>
    <w:p w14:paraId="6304B547" w14:textId="110C2E22" w:rsidR="0035531B" w:rsidRDefault="0035531B" w:rsidP="0035531B">
      <w:pPr>
        <w:pStyle w:val="Textbezslovn"/>
        <w:spacing w:after="0"/>
      </w:pPr>
      <w:r>
        <w:t xml:space="preserve">telefon: </w:t>
      </w:r>
      <w:r>
        <w:tab/>
      </w:r>
      <w:r w:rsidR="00634BE4">
        <w:t>+420 702 164 086</w:t>
      </w:r>
    </w:p>
    <w:p w14:paraId="46AB406E" w14:textId="05DDB541" w:rsidR="0035531B" w:rsidRDefault="0035531B" w:rsidP="0035531B">
      <w:pPr>
        <w:pStyle w:val="Textbezslovn"/>
        <w:spacing w:after="0"/>
      </w:pPr>
      <w:r>
        <w:t xml:space="preserve">e-mail: </w:t>
      </w:r>
      <w:r>
        <w:tab/>
      </w:r>
      <w:hyperlink r:id="rId13" w:history="1">
        <w:r w:rsidR="00634BE4" w:rsidRPr="00E87450">
          <w:rPr>
            <w:rStyle w:val="Hypertextovodkaz"/>
            <w:noProof w:val="0"/>
          </w:rPr>
          <w:t>Prerovska@spravazeleznic.cz</w:t>
        </w:r>
      </w:hyperlink>
      <w:r w:rsidR="00634BE4">
        <w:t xml:space="preserve"> </w:t>
      </w:r>
    </w:p>
    <w:p w14:paraId="32D39B6C" w14:textId="4D12C3D5" w:rsidR="0035531B" w:rsidRDefault="0035531B" w:rsidP="00634BE4">
      <w:pPr>
        <w:pStyle w:val="Textbezslovn"/>
        <w:ind w:left="2127" w:hanging="1390"/>
      </w:pPr>
      <w:r>
        <w:t xml:space="preserve">adresa: </w:t>
      </w:r>
      <w:r>
        <w:tab/>
      </w:r>
      <w:r w:rsidR="00634BE4">
        <w:t>Správa železnic, státní organizace, Stavební správa východ, Nerudova 1, 779 00 Olomouc</w:t>
      </w:r>
    </w:p>
    <w:p w14:paraId="7AFE4171" w14:textId="77777777" w:rsidR="0035531B" w:rsidRDefault="0035531B" w:rsidP="0035531B">
      <w:pPr>
        <w:pStyle w:val="Nadpis1-1"/>
      </w:pPr>
      <w:bookmarkStart w:id="8" w:name="_Toc108185704"/>
      <w:r>
        <w:t>ÚČEL</w:t>
      </w:r>
      <w:r w:rsidR="00845C50">
        <w:t xml:space="preserve"> </w:t>
      </w:r>
      <w:r w:rsidR="00776A8A">
        <w:t>A</w:t>
      </w:r>
      <w:r w:rsidR="00845C50">
        <w:t> </w:t>
      </w:r>
      <w:r>
        <w:t>PŘEDMĚT PLNĚNÍ VEŘEJNÉ ZAKÁZKY</w:t>
      </w:r>
      <w:bookmarkEnd w:id="8"/>
    </w:p>
    <w:p w14:paraId="072189A2" w14:textId="6957365B" w:rsidR="0035531B" w:rsidRDefault="0035531B" w:rsidP="0035531B">
      <w:pPr>
        <w:pStyle w:val="Text1-1"/>
      </w:pPr>
      <w:r>
        <w:t>Účel veřejné zakázky</w:t>
      </w:r>
    </w:p>
    <w:p w14:paraId="51CD26CF" w14:textId="21DD58A2" w:rsidR="00634BE4" w:rsidRDefault="00634BE4" w:rsidP="00634BE4">
      <w:pPr>
        <w:pStyle w:val="Text1-1"/>
        <w:numPr>
          <w:ilvl w:val="0"/>
          <w:numId w:val="0"/>
        </w:numPr>
        <w:ind w:left="737"/>
      </w:pPr>
      <w:r>
        <w:rPr>
          <w:rFonts w:eastAsia="Times New Roman" w:cs="Arial"/>
          <w:lang w:eastAsia="cs-CZ"/>
        </w:rPr>
        <w:t>Cílem staveb je zvýšení bezpečnosti železniční dopravy.</w:t>
      </w:r>
    </w:p>
    <w:p w14:paraId="3F95D8A8" w14:textId="7A3BA8E8" w:rsidR="001E1A3D" w:rsidRDefault="0035531B" w:rsidP="00ED0894">
      <w:pPr>
        <w:pStyle w:val="Text1-1"/>
      </w:pPr>
      <w:r>
        <w:t>Předmět plnění veřejné zakázky</w:t>
      </w:r>
    </w:p>
    <w:p w14:paraId="063B1D5F" w14:textId="139F65A5" w:rsidR="00CD7D6D" w:rsidRDefault="004467CE" w:rsidP="009C6219">
      <w:pPr>
        <w:pStyle w:val="Textbezslovn"/>
      </w:pPr>
      <w:r>
        <w:t>V rámci stavby</w:t>
      </w:r>
      <w:r w:rsidR="00CD7D6D">
        <w:t xml:space="preserve"> „Rekonstrukce SZZ v žst. Kopidlno“</w:t>
      </w:r>
      <w:r>
        <w:t xml:space="preserve"> bude zřízeno SZZ 3. kategorie a bude rekonstruováno ZZ na přejezdu P4620 situovaném ve stanici.</w:t>
      </w:r>
    </w:p>
    <w:p w14:paraId="53C6376D" w14:textId="133FF59C" w:rsidR="004467CE" w:rsidRPr="009C6219" w:rsidRDefault="004467CE" w:rsidP="009C6219">
      <w:pPr>
        <w:pStyle w:val="Textbezslovn"/>
        <w:rPr>
          <w:highlight w:val="green"/>
        </w:rPr>
      </w:pPr>
      <w:r>
        <w:t>V rámci stavby „Zrušení závorářského stanoviště Kamensko“ bude zrušena stávající odbočka, která se stane součástí žst. Kopidlno</w:t>
      </w:r>
      <w:r w:rsidR="00595053">
        <w:t>,</w:t>
      </w:r>
      <w:r>
        <w:t xml:space="preserve"> odkud bude z dopravní kanceláře dálkově ovládána. Dále dojde ke zvýšení úrovně zabezpečení přejezdu</w:t>
      </w:r>
      <w:r w:rsidR="00595053">
        <w:t xml:space="preserve"> P4618.</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9C6219" w:rsidRDefault="0035531B" w:rsidP="006F6B09">
      <w:pPr>
        <w:pStyle w:val="Textbezslovn"/>
        <w:spacing w:after="0"/>
      </w:pPr>
      <w:r w:rsidRPr="009C6219">
        <w:t>CPV kód  45234110-0 Výstavba meziměstských železničních drah</w:t>
      </w:r>
    </w:p>
    <w:p w14:paraId="1FCF05E0" w14:textId="77777777" w:rsidR="007C21AA" w:rsidRPr="009C6219" w:rsidRDefault="007C21AA" w:rsidP="00F0634D">
      <w:pPr>
        <w:pStyle w:val="Textbezslovn"/>
        <w:spacing w:after="0"/>
      </w:pPr>
      <w:r w:rsidRPr="009C6219">
        <w:t>CPV kód  45234140-9 Výstavba úrovňových přejezdů</w:t>
      </w:r>
    </w:p>
    <w:p w14:paraId="6421176C" w14:textId="77777777" w:rsidR="00F0634D" w:rsidRPr="006B77B3" w:rsidRDefault="007C21AA" w:rsidP="00F0634D">
      <w:pPr>
        <w:pStyle w:val="Textbezslovn"/>
        <w:spacing w:after="0"/>
      </w:pPr>
      <w:r w:rsidRPr="009C6219">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8185705"/>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5388E6BF" w:rsidR="00D500B1" w:rsidRDefault="007354E9" w:rsidP="00A07A34">
      <w:pPr>
        <w:pStyle w:val="Text1-1"/>
      </w:pPr>
      <w:r>
        <w:t>Předpokládá se financování této veřejné zakázky z prostředků České republiky - Státního</w:t>
      </w:r>
      <w:r w:rsidR="00A07A34">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15833FC1" w14:textId="415E8E0F" w:rsidR="00C75674" w:rsidRDefault="007354E9" w:rsidP="00C75674">
      <w:pPr>
        <w:pStyle w:val="Text1-1"/>
        <w:spacing w:after="0"/>
      </w:pPr>
      <w:r w:rsidRPr="004F70A1">
        <w:lastRenderedPageBreak/>
        <w:t>Předpoklád</w:t>
      </w:r>
      <w:r w:rsidR="003A35B3">
        <w:t>aná hodnota veřejné zakázky</w:t>
      </w:r>
      <w:r w:rsidR="00D8245E">
        <w:t>,</w:t>
      </w:r>
      <w:r w:rsidRPr="004F70A1">
        <w:t xml:space="preserve"> </w:t>
      </w:r>
      <w:r w:rsidR="00883AD5" w:rsidRPr="003A35B3">
        <w:rPr>
          <w:rStyle w:val="Tun9b"/>
          <w:b w:val="0"/>
        </w:rPr>
        <w:t>po odečtení hodnoty zadavatelem poskytovaného materiálu</w:t>
      </w:r>
      <w:r w:rsidR="003A35B3" w:rsidRPr="003A35B3">
        <w:rPr>
          <w:rStyle w:val="Tun9b"/>
          <w:b w:val="0"/>
        </w:rPr>
        <w:t xml:space="preserve"> ve výši 14 790 000,- Kč</w:t>
      </w:r>
      <w:r w:rsidR="003A35B3">
        <w:rPr>
          <w:rStyle w:val="Tun9b"/>
        </w:rPr>
        <w:t xml:space="preserve"> </w:t>
      </w:r>
      <w:r w:rsidR="003A35B3" w:rsidRPr="004F70A1">
        <w:t>(bez DP</w:t>
      </w:r>
      <w:r w:rsidR="003A35B3" w:rsidRPr="003A35B3">
        <w:t>H)</w:t>
      </w:r>
      <w:r w:rsidR="003A35B3" w:rsidRPr="003A35B3">
        <w:rPr>
          <w:rStyle w:val="Tun9b"/>
        </w:rPr>
        <w:t>,</w:t>
      </w:r>
      <w:r w:rsidR="003A35B3" w:rsidRPr="003A35B3">
        <w:rPr>
          <w:rStyle w:val="Tun9b"/>
          <w:b w:val="0"/>
        </w:rPr>
        <w:t xml:space="preserve"> činí</w:t>
      </w:r>
      <w:r w:rsidR="00883AD5">
        <w:rPr>
          <w:b/>
        </w:rPr>
        <w:t xml:space="preserve"> </w:t>
      </w:r>
      <w:r w:rsidR="00A07A34">
        <w:rPr>
          <w:b/>
        </w:rPr>
        <w:t>63 432 685,-</w:t>
      </w:r>
      <w:r w:rsidRPr="007354E9">
        <w:rPr>
          <w:b/>
        </w:rPr>
        <w:t xml:space="preserve"> Kč </w:t>
      </w:r>
      <w:r w:rsidRPr="004F70A1">
        <w:t>(bez DPH).</w:t>
      </w:r>
    </w:p>
    <w:p w14:paraId="3D473277" w14:textId="3C309C63" w:rsidR="00C75674" w:rsidRDefault="00C75674" w:rsidP="00C75674">
      <w:pPr>
        <w:pStyle w:val="Text1-1"/>
        <w:numPr>
          <w:ilvl w:val="0"/>
          <w:numId w:val="0"/>
        </w:numPr>
        <w:spacing w:after="0"/>
        <w:ind w:left="737"/>
      </w:pPr>
    </w:p>
    <w:p w14:paraId="2FEC50F1" w14:textId="24CEDCA9" w:rsidR="00C75674" w:rsidRDefault="00C75674" w:rsidP="00C75674">
      <w:pPr>
        <w:pStyle w:val="Text1-1"/>
        <w:numPr>
          <w:ilvl w:val="0"/>
          <w:numId w:val="0"/>
        </w:numPr>
        <w:spacing w:after="0"/>
        <w:ind w:left="737"/>
      </w:pPr>
      <w:r>
        <w:t>Předpokládaná hodnota jednotlivých staveb činí:</w:t>
      </w:r>
    </w:p>
    <w:p w14:paraId="7EA465FA" w14:textId="5D76358F" w:rsidR="00C93A83" w:rsidRDefault="00C75674" w:rsidP="00C93A83">
      <w:pPr>
        <w:pStyle w:val="Text1-1"/>
        <w:numPr>
          <w:ilvl w:val="0"/>
          <w:numId w:val="49"/>
        </w:numPr>
        <w:spacing w:after="0"/>
      </w:pPr>
      <w:r>
        <w:t>Předpokládaná hodnota pro stavbu A činí</w:t>
      </w:r>
      <w:r w:rsidR="00883AD5">
        <w:t xml:space="preserve"> </w:t>
      </w:r>
      <w:r w:rsidR="00883AD5" w:rsidRPr="00436659">
        <w:rPr>
          <w:rStyle w:val="Tun9b"/>
        </w:rPr>
        <w:t>po odečtení hodnoty zadavatelem poskytovaného materiálu</w:t>
      </w:r>
      <w:r>
        <w:t xml:space="preserve"> </w:t>
      </w:r>
      <w:r w:rsidRPr="00C75674">
        <w:rPr>
          <w:b/>
        </w:rPr>
        <w:t>4</w:t>
      </w:r>
      <w:r w:rsidR="00914B7F">
        <w:rPr>
          <w:b/>
        </w:rPr>
        <w:t>2</w:t>
      </w:r>
      <w:r w:rsidRPr="00C75674">
        <w:rPr>
          <w:b/>
        </w:rPr>
        <w:t> </w:t>
      </w:r>
      <w:r w:rsidR="000B0D62">
        <w:rPr>
          <w:b/>
        </w:rPr>
        <w:t>8</w:t>
      </w:r>
      <w:r w:rsidRPr="00C75674">
        <w:rPr>
          <w:b/>
        </w:rPr>
        <w:t>02 338,- Kč</w:t>
      </w:r>
      <w:r>
        <w:t xml:space="preserve"> (bez DPH).</w:t>
      </w:r>
    </w:p>
    <w:p w14:paraId="45F40AB0" w14:textId="04FCE0F1" w:rsidR="00C75674" w:rsidRDefault="00C75674" w:rsidP="00C93A83">
      <w:pPr>
        <w:pStyle w:val="Text1-1"/>
        <w:numPr>
          <w:ilvl w:val="0"/>
          <w:numId w:val="49"/>
        </w:numPr>
        <w:spacing w:after="0"/>
      </w:pPr>
      <w:r>
        <w:t xml:space="preserve">Předpokládaná hodnota pro stavbu B činí </w:t>
      </w:r>
      <w:r w:rsidRPr="00C93A83">
        <w:rPr>
          <w:b/>
        </w:rPr>
        <w:t>20 630 347,- Kč</w:t>
      </w:r>
      <w:r>
        <w:t xml:space="preserve"> (bez DPH).</w:t>
      </w:r>
    </w:p>
    <w:p w14:paraId="589909E2" w14:textId="77777777" w:rsidR="00C75674" w:rsidRDefault="00C75674" w:rsidP="00C75674">
      <w:pPr>
        <w:pStyle w:val="Text1-1"/>
        <w:numPr>
          <w:ilvl w:val="0"/>
          <w:numId w:val="0"/>
        </w:numPr>
        <w:spacing w:after="0"/>
        <w:ind w:left="737"/>
      </w:pPr>
    </w:p>
    <w:p w14:paraId="1901EE4E" w14:textId="2D995242" w:rsidR="006A06BC" w:rsidRDefault="002E5B10" w:rsidP="00EE50B6">
      <w:pPr>
        <w:pStyle w:val="Text1-1"/>
        <w:numPr>
          <w:ilvl w:val="0"/>
          <w:numId w:val="0"/>
        </w:numPr>
        <w:spacing w:after="0"/>
        <w:ind w:left="737"/>
      </w:pPr>
      <w:r w:rsidRPr="006A06BC">
        <w:rPr>
          <w:rStyle w:val="Tun9b"/>
          <w:b w:val="0"/>
        </w:rPr>
        <w:t>Uvedená částka nezahrnuje hodnotu materiálu</w:t>
      </w:r>
      <w:r w:rsidR="006A06BC" w:rsidRPr="006A06BC">
        <w:rPr>
          <w:rStyle w:val="Tun9b"/>
          <w:b w:val="0"/>
        </w:rPr>
        <w:t xml:space="preserve"> (</w:t>
      </w:r>
      <w:r w:rsidR="006A06BC" w:rsidRPr="006A06BC">
        <w:t>prvky zabezpečovacího zařízení, které jsou součástí stavby A: „Rekonstrukce SZZ v žst. Kopidlno“ SO PS 12-01-01 žst. Kopidlno, SZZ – Část A – definitivní SZZ dle technické specifikace v Soupisu prací jednotlivých položek)</w:t>
      </w:r>
      <w:r w:rsidRPr="006A06BC">
        <w:rPr>
          <w:rStyle w:val="Tun9b"/>
          <w:b w:val="0"/>
        </w:rPr>
        <w:t>, který bude zadavatel dle zadávacích podmínek poskytovat dodavateli a který je nezbytný pro poskytnutí zadávaných stavebních prací.</w:t>
      </w:r>
      <w:r>
        <w:rPr>
          <w:rStyle w:val="Tun9b"/>
          <w:b w:val="0"/>
        </w:rPr>
        <w:t xml:space="preserve"> </w:t>
      </w:r>
    </w:p>
    <w:p w14:paraId="3678EA56" w14:textId="77777777" w:rsidR="006A06BC" w:rsidRDefault="006A06BC" w:rsidP="00EE50B6">
      <w:pPr>
        <w:pStyle w:val="Text1-1"/>
        <w:numPr>
          <w:ilvl w:val="0"/>
          <w:numId w:val="0"/>
        </w:numPr>
        <w:spacing w:after="0"/>
        <w:ind w:left="737"/>
      </w:pPr>
    </w:p>
    <w:p w14:paraId="041DE93A" w14:textId="77777777" w:rsidR="0035531B" w:rsidRDefault="0035531B" w:rsidP="006F6B09">
      <w:pPr>
        <w:pStyle w:val="Nadpis1-1"/>
      </w:pPr>
      <w:bookmarkStart w:id="10" w:name="_Toc10818570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A694C87" w:rsidR="0035531B" w:rsidRDefault="00FD39DE" w:rsidP="00B61E77">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CC075C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CC2396">
        <w:t>DUSP (Projekt stavby</w:t>
      </w:r>
      <w:r w:rsidR="00F22E09">
        <w:t>) zpracovaná společností KTA technika, s.r.o., se sídlem Klatovská 100, Plzeň, PSČ 301 00, IČO: 626 18 911.</w:t>
      </w:r>
    </w:p>
    <w:p w14:paraId="43D1303E" w14:textId="5A8B9A01" w:rsidR="0035531B" w:rsidRDefault="00FD39DE" w:rsidP="00A02B3D">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08185707"/>
      <w:r>
        <w:t>VYSVĚTLENÍ, ZMĚNY</w:t>
      </w:r>
      <w:r w:rsidR="00845C50">
        <w:t xml:space="preserve"> </w:t>
      </w:r>
      <w:r w:rsidR="00776A8A">
        <w:t>A</w:t>
      </w:r>
      <w:r w:rsidR="00845C50">
        <w:t> </w:t>
      </w:r>
      <w:r>
        <w:t>DOPLNĚNÍ ZADÁVACÍ DOKUMENTACE</w:t>
      </w:r>
      <w:bookmarkEnd w:id="11"/>
      <w:r>
        <w:t xml:space="preserve"> </w:t>
      </w:r>
    </w:p>
    <w:p w14:paraId="3A8E6C92" w14:textId="7D0C2AC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A02B3D">
        <w:rPr>
          <w:b/>
        </w:rPr>
        <w:t xml:space="preserve">nejpozději </w:t>
      </w:r>
      <w:r w:rsidR="00A02B3D" w:rsidRPr="00A02B3D">
        <w:rPr>
          <w:b/>
        </w:rPr>
        <w:t>6 pracovních dnů</w:t>
      </w:r>
      <w:r w:rsidR="00B07880" w:rsidRPr="00A02B3D">
        <w:t xml:space="preserve"> </w:t>
      </w:r>
      <w:r w:rsidRPr="00A02B3D">
        <w:t>před</w:t>
      </w:r>
      <w:r w:rsidRPr="00FD39DE">
        <w:t xml:space="preserve"> uplynutím lhůty pro podání nabídek</w:t>
      </w:r>
      <w:r w:rsidR="00693188">
        <w:t>, jinak zadavatel není povinen vysvětlení poskytnout</w:t>
      </w:r>
      <w:r w:rsidRPr="00FD39DE">
        <w:t>.</w:t>
      </w:r>
    </w:p>
    <w:p w14:paraId="04E7F2E9" w14:textId="279E00C9" w:rsidR="0035531B" w:rsidRDefault="00FD39DE" w:rsidP="00FD39DE">
      <w:pPr>
        <w:pStyle w:val="Text1-1"/>
      </w:pPr>
      <w:r w:rsidRPr="00FD39DE">
        <w:lastRenderedPageBreak/>
        <w:t xml:space="preserve">Zadavatel poskytne vysvětlení zadávací dokumentace nejpozději </w:t>
      </w:r>
      <w:r w:rsidRPr="00A02B3D">
        <w:t xml:space="preserve">do </w:t>
      </w:r>
      <w:r w:rsidR="00B07880" w:rsidRPr="00A02B3D">
        <w:t xml:space="preserve">3 </w:t>
      </w:r>
      <w:r w:rsidRPr="00A02B3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02B3D">
        <w:t xml:space="preserve">nejméně </w:t>
      </w:r>
      <w:r w:rsidR="00A02B3D" w:rsidRPr="00A02B3D">
        <w:t>3</w:t>
      </w:r>
      <w:r w:rsidR="00693188" w:rsidRPr="00A02B3D">
        <w:t xml:space="preserve"> pracovní</w:t>
      </w:r>
      <w:r w:rsidR="00693188">
        <w:t xml:space="preserve"> dny před uplynutím lhůty pro podání nabídek.</w:t>
      </w:r>
    </w:p>
    <w:p w14:paraId="33849454" w14:textId="1D408D2F" w:rsidR="0035531B" w:rsidRDefault="00FD39DE" w:rsidP="00A02B3D">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0818570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1C23BFCE" w:rsidR="0035531B" w:rsidRDefault="0035531B" w:rsidP="00A945B6">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28210F6" w14:textId="77777777" w:rsidR="00A945B6" w:rsidRDefault="00A945B6" w:rsidP="00A945B6">
      <w:pPr>
        <w:pStyle w:val="Odrka1-1"/>
        <w:numPr>
          <w:ilvl w:val="0"/>
          <w:numId w:val="0"/>
        </w:numPr>
        <w:spacing w:after="0"/>
        <w:ind w:left="1077"/>
      </w:pPr>
    </w:p>
    <w:p w14:paraId="623DE31E" w14:textId="77777777" w:rsidR="0035531B" w:rsidRPr="00FA7968" w:rsidRDefault="0035531B" w:rsidP="00D10A2D">
      <w:pPr>
        <w:pStyle w:val="Odrka1-2-"/>
      </w:pPr>
      <w:r w:rsidRPr="00FA7968">
        <w:t>Provádění staveb, jejich změn</w:t>
      </w:r>
      <w:r w:rsidR="00845C50" w:rsidRPr="00FA7968">
        <w:t xml:space="preserve"> a </w:t>
      </w:r>
      <w:r w:rsidRPr="00FA7968">
        <w:t>odstraňování,</w:t>
      </w:r>
    </w:p>
    <w:p w14:paraId="7B3ED4C1" w14:textId="77777777" w:rsidR="0035531B" w:rsidRPr="00FA7968" w:rsidRDefault="0035531B" w:rsidP="00CC4380">
      <w:pPr>
        <w:pStyle w:val="Odrka1-2-"/>
      </w:pPr>
      <w:r w:rsidRPr="00FA7968">
        <w:t>Revize, prohlídky</w:t>
      </w:r>
      <w:r w:rsidR="00845C50" w:rsidRPr="00FA7968">
        <w:t xml:space="preserve"> a </w:t>
      </w:r>
      <w:r w:rsidRPr="00FA7968">
        <w:t>zkoušky určených technických zařízení</w:t>
      </w:r>
      <w:r w:rsidR="00092CC9" w:rsidRPr="00FA7968">
        <w:t xml:space="preserve"> v </w:t>
      </w:r>
      <w:r w:rsidRPr="00FA7968">
        <w:t>provozu,</w:t>
      </w:r>
    </w:p>
    <w:p w14:paraId="04F4E806" w14:textId="0A9AB31C" w:rsidR="0035531B" w:rsidRPr="00FA7968" w:rsidRDefault="00FA7968" w:rsidP="00FA7968">
      <w:pPr>
        <w:pStyle w:val="Odrka1-2-"/>
      </w:pPr>
      <w:r w:rsidRPr="00FA7968">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606D1B"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06D1B">
        <w:t xml:space="preserve">písm. </w:t>
      </w:r>
    </w:p>
    <w:p w14:paraId="66ECC6E5" w14:textId="49A4F94F" w:rsidR="00344A9C" w:rsidRPr="00606D1B" w:rsidRDefault="00C7170D" w:rsidP="00344A9C">
      <w:pPr>
        <w:pStyle w:val="Odrka1-1"/>
        <w:numPr>
          <w:ilvl w:val="0"/>
          <w:numId w:val="0"/>
        </w:numPr>
        <w:ind w:left="1190" w:firstLine="341"/>
        <w:rPr>
          <w:b/>
        </w:rPr>
      </w:pPr>
      <w:r w:rsidRPr="00606D1B">
        <w:rPr>
          <w:b/>
        </w:rPr>
        <w:t>a</w:t>
      </w:r>
      <w:r w:rsidR="00344A9C" w:rsidRPr="00606D1B">
        <w:rPr>
          <w:b/>
        </w:rPr>
        <w:t xml:space="preserve">) </w:t>
      </w:r>
      <w:r w:rsidRPr="00606D1B">
        <w:t>pozemní</w:t>
      </w:r>
      <w:r w:rsidR="00344A9C" w:rsidRPr="00606D1B">
        <w:t xml:space="preserve"> stavby</w:t>
      </w:r>
    </w:p>
    <w:p w14:paraId="1496BF1C" w14:textId="5C1AC82C" w:rsidR="00D36C50" w:rsidRPr="00606D1B" w:rsidRDefault="00344A9C" w:rsidP="00606D1B">
      <w:pPr>
        <w:pStyle w:val="Odrka1-1"/>
        <w:numPr>
          <w:ilvl w:val="0"/>
          <w:numId w:val="0"/>
        </w:numPr>
        <w:ind w:left="1190" w:firstLine="341"/>
        <w:rPr>
          <w:b/>
        </w:rPr>
      </w:pPr>
      <w:r w:rsidRPr="00606D1B">
        <w:rPr>
          <w:b/>
        </w:rPr>
        <w:t xml:space="preserve">e) </w:t>
      </w:r>
      <w:r w:rsidRPr="00606D1B">
        <w:t>technologická zařízení staveb</w:t>
      </w:r>
    </w:p>
    <w:p w14:paraId="3D40E566" w14:textId="70E176C8" w:rsidR="0035531B" w:rsidRPr="00606D1B" w:rsidRDefault="0035531B" w:rsidP="00344A9C">
      <w:pPr>
        <w:pStyle w:val="Odrka1-2-"/>
        <w:numPr>
          <w:ilvl w:val="0"/>
          <w:numId w:val="0"/>
        </w:numPr>
        <w:ind w:left="1531"/>
      </w:pPr>
      <w:r w:rsidRPr="00606D1B">
        <w:t>zákona č. 360/1992 Sb.,</w:t>
      </w:r>
      <w:r w:rsidR="00092CC9" w:rsidRPr="00606D1B">
        <w:t xml:space="preserve"> o </w:t>
      </w:r>
      <w:r w:rsidRPr="00606D1B">
        <w:t>výkonu povolání autorizovaných architektů</w:t>
      </w:r>
      <w:r w:rsidR="00845C50" w:rsidRPr="00606D1B">
        <w:t xml:space="preserve"> a</w:t>
      </w:r>
      <w:r w:rsidR="00092CC9" w:rsidRPr="00606D1B">
        <w:t xml:space="preserve"> o </w:t>
      </w:r>
      <w:r w:rsidRPr="00606D1B">
        <w:t>výkonu povolání autorizovaných inženýrů</w:t>
      </w:r>
      <w:r w:rsidR="00845C50" w:rsidRPr="00606D1B">
        <w:t xml:space="preserve"> a </w:t>
      </w:r>
      <w:r w:rsidRPr="00606D1B">
        <w:t>techniků činných ve výstavbě, ve znění pozdějších předpisů</w:t>
      </w:r>
      <w:r w:rsidR="007476A8" w:rsidRPr="00606D1B">
        <w:t xml:space="preserve"> (dále jen „autorizační zákon“)</w:t>
      </w:r>
      <w:r w:rsidRPr="00606D1B">
        <w:t>.</w:t>
      </w:r>
    </w:p>
    <w:p w14:paraId="7DAD5E15" w14:textId="78FE0653" w:rsidR="0035531B" w:rsidRDefault="0035531B" w:rsidP="00CC4380">
      <w:pPr>
        <w:pStyle w:val="Odrka1-2-"/>
      </w:pPr>
      <w:r w:rsidRPr="00606D1B">
        <w:t>Zadavatel požaduje předložení úředního oprávnění pro ověřování výsledků zeměměřických činností</w:t>
      </w:r>
      <w:r w:rsidR="00092CC9" w:rsidRPr="00606D1B">
        <w:t xml:space="preserve"> v </w:t>
      </w:r>
      <w:r w:rsidRPr="00606D1B">
        <w:t xml:space="preserve">rozsahu dle § 13 odst. 1 písm. </w:t>
      </w:r>
      <w:r w:rsidRPr="00606D1B">
        <w:rPr>
          <w:rStyle w:val="Tun9b"/>
        </w:rPr>
        <w:t>a)</w:t>
      </w:r>
      <w:r w:rsidR="00845C50" w:rsidRPr="00606D1B">
        <w:rPr>
          <w:rStyle w:val="Tun9b"/>
        </w:rPr>
        <w:t xml:space="preserve"> </w:t>
      </w:r>
      <w:r w:rsidR="00845C50" w:rsidRPr="00606D1B">
        <w:rPr>
          <w:rStyle w:val="Tun9b"/>
          <w:b w:val="0"/>
        </w:rPr>
        <w:t>a </w:t>
      </w:r>
      <w:r w:rsidRPr="00606D1B">
        <w:rPr>
          <w:rStyle w:val="Tun9b"/>
        </w:rPr>
        <w:t>c)</w:t>
      </w:r>
      <w:r w:rsidRPr="00606D1B">
        <w:t xml:space="preserve"> zákona č. 200/1994 Sb.,</w:t>
      </w:r>
      <w:r w:rsidR="00092CC9" w:rsidRPr="00606D1B">
        <w:t xml:space="preserve"> o </w:t>
      </w:r>
      <w:r w:rsidRPr="00606D1B">
        <w:t>zeměměřictví</w:t>
      </w:r>
      <w:r w:rsidR="00845C50" w:rsidRPr="00606D1B">
        <w:t xml:space="preserve"> a</w:t>
      </w:r>
      <w:r w:rsidR="00092CC9" w:rsidRPr="00606D1B">
        <w:t xml:space="preserve"> o </w:t>
      </w:r>
      <w:r w:rsidRPr="00606D1B">
        <w:t>změně</w:t>
      </w:r>
      <w:r w:rsidR="00845C50" w:rsidRPr="00606D1B">
        <w:t xml:space="preserve"> a </w:t>
      </w:r>
      <w:r w:rsidRPr="00606D1B">
        <w:t>doplnění některých zákonů</w:t>
      </w:r>
      <w:r>
        <w:t xml:space="preserve">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FA1060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35124">
        <w:t xml:space="preserve"> nebo</w:t>
      </w:r>
      <w:r w:rsidR="00F6113F">
        <w:t xml:space="preserve"> rekonstrukce</w:t>
      </w:r>
      <w:r w:rsidR="00385740">
        <w:t xml:space="preserve"> </w:t>
      </w:r>
      <w:r>
        <w:t xml:space="preserve">na stavbách </w:t>
      </w:r>
      <w:r w:rsidRPr="00135124">
        <w:t>železničních</w:t>
      </w:r>
      <w:r w:rsidR="00135124">
        <w:t xml:space="preserve"> drah</w:t>
      </w:r>
      <w:r w:rsidR="00C41303">
        <w:t xml:space="preserve"> celostátních nebo regionálních</w:t>
      </w:r>
      <w:r>
        <w:t xml:space="preserve">, jak jsou vymezeny v § 5 odst. 1 </w:t>
      </w:r>
      <w:r w:rsidRPr="00F6113F">
        <w:t>a v § 3 odst. 1</w:t>
      </w:r>
      <w:r>
        <w:t xml:space="preserve"> </w:t>
      </w:r>
      <w:r w:rsidR="00453D51">
        <w:t>písm. a) a b)</w:t>
      </w:r>
      <w:r>
        <w:t xml:space="preserve"> zákona č. </w:t>
      </w:r>
      <w:r>
        <w:lastRenderedPageBreak/>
        <w:t>266/1994 Sb., o dráhách</w:t>
      </w:r>
      <w:r w:rsidR="00453D51">
        <w:t>, ve znění pozdějších předpisů</w:t>
      </w:r>
      <w:r w:rsidR="00F6113F">
        <w:t xml:space="preserve">, </w:t>
      </w:r>
      <w:r w:rsidR="00373447">
        <w:t xml:space="preserve">poskytnutých dodavatelem </w:t>
      </w:r>
      <w:r>
        <w:t xml:space="preserve">za </w:t>
      </w:r>
      <w:r w:rsidRPr="00453D51">
        <w:t>posledních 5</w:t>
      </w:r>
      <w:r w:rsidR="00453D51" w:rsidRPr="00453D51">
        <w:t xml:space="preserve"> let</w:t>
      </w:r>
      <w:r w:rsidRPr="00453D51">
        <w:t xml:space="preserve"> před</w:t>
      </w:r>
      <w:r>
        <w:t xml:space="preserve"> zahájením výběrového řízení (dále jako „</w:t>
      </w:r>
      <w:r w:rsidRPr="00F95A2C">
        <w:rPr>
          <w:b/>
        </w:rPr>
        <w:t>stavební práce</w:t>
      </w:r>
      <w:r>
        <w:t xml:space="preserve">“). </w:t>
      </w:r>
    </w:p>
    <w:p w14:paraId="3D4CF4EA" w14:textId="32E4A45F"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453D51">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012CFC">
        <w:rPr>
          <w:b/>
        </w:rPr>
        <w:t>63 400</w:t>
      </w:r>
      <w:r w:rsidR="00453D51" w:rsidRPr="002926C6">
        <w:rPr>
          <w:b/>
        </w:rPr>
        <w:t> 000,-</w:t>
      </w:r>
      <w:r w:rsidRPr="00930B76">
        <w:t xml:space="preserve"> </w:t>
      </w:r>
      <w:r w:rsidRPr="00930B76">
        <w:rPr>
          <w:b/>
        </w:rPr>
        <w:t>Kč</w:t>
      </w:r>
      <w:r w:rsidRPr="00930B76">
        <w:t xml:space="preserve"> bez DPH, jejichž </w:t>
      </w:r>
      <w:r w:rsidR="00B477DA" w:rsidRPr="00930B76">
        <w:t xml:space="preserve">předmětem </w:t>
      </w:r>
      <w:r w:rsidRPr="00930B76">
        <w:t>byla</w:t>
      </w:r>
      <w:r w:rsidR="003A35B3">
        <w:t xml:space="preserve"> mj.</w:t>
      </w:r>
      <w:r w:rsidRPr="00930B76">
        <w:rPr>
          <w:highlight w:val="green"/>
        </w:rPr>
        <w:t xml:space="preserve"> </w:t>
      </w:r>
      <w:r w:rsidRPr="00467D9D">
        <w:t>novostavba</w:t>
      </w:r>
      <w:r w:rsidR="002926C6" w:rsidRPr="00467D9D">
        <w:t xml:space="preserve"> nebo</w:t>
      </w:r>
      <w:r w:rsidR="005B3472" w:rsidRPr="00467D9D">
        <w:t xml:space="preserve"> rekonstrukce</w:t>
      </w:r>
      <w:r w:rsidR="00467D9D">
        <w:t xml:space="preserve"> staničního ZZ</w:t>
      </w:r>
      <w:r w:rsidRPr="00930B76">
        <w:t>, přičemž celková hodnota alespoň jedné provedené stavební práce musí, včetně případ</w:t>
      </w:r>
      <w:r w:rsidR="00467D9D">
        <w:t xml:space="preserve">ných poddodávek, činit alespoň </w:t>
      </w:r>
      <w:r w:rsidR="00012CFC">
        <w:rPr>
          <w:b/>
        </w:rPr>
        <w:t>31 700 000</w:t>
      </w:r>
      <w:r w:rsidR="00467D9D" w:rsidRPr="00467D9D">
        <w:rPr>
          <w:b/>
        </w:rPr>
        <w:t>,-</w:t>
      </w:r>
      <w:r w:rsidR="00467D9D">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66FFBD9F" w14:textId="77777777" w:rsidR="00D8769E" w:rsidRDefault="003D42AA" w:rsidP="00D40182">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p>
    <w:p w14:paraId="1018C4B9" w14:textId="5ED686D7" w:rsidR="002A1957" w:rsidRPr="00D40182" w:rsidRDefault="003D42AA" w:rsidP="00D40182">
      <w:pPr>
        <w:pStyle w:val="Textbezslovn"/>
      </w:pPr>
      <w:r>
        <w:t>elektrizace</w:t>
      </w:r>
      <w:r w:rsidRPr="00FB3994">
        <w:t xml:space="preserve"> nebo jiná</w:t>
      </w:r>
      <w:r>
        <w:t xml:space="preserve"> změna dokončené stavby ve smyslu zákona č. 183/2006 Sb., o územním plánování a stavebním řádu (stavební zákon), ve znění pozdějších předpi</w:t>
      </w:r>
      <w:r w:rsidR="00D40182">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95E2725" w14:textId="40E1ED4B"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73BCD">
        <w:t xml:space="preserve">posledních </w:t>
      </w:r>
      <w:r w:rsidRPr="00073BCD">
        <w:t xml:space="preserve">5 let </w:t>
      </w:r>
      <w:r w:rsidR="0087311C" w:rsidRPr="00073BCD">
        <w:t xml:space="preserve">před zahájením výběrového řízení </w:t>
      </w:r>
      <w:r w:rsidRPr="00073BCD">
        <w:t xml:space="preserve">se </w:t>
      </w:r>
      <w:r w:rsidR="0087311C" w:rsidRPr="00073BCD">
        <w:t xml:space="preserve">pro účely prokázání technické kvalifikace ohledně referenčních zakázek </w:t>
      </w:r>
      <w:r w:rsidRPr="00073BCD">
        <w:t xml:space="preserve">považuje za splněnou, pokud byly stavební práce </w:t>
      </w:r>
      <w:r w:rsidR="0087311C" w:rsidRPr="00073BCD">
        <w:t xml:space="preserve">dokončeny </w:t>
      </w:r>
      <w:r w:rsidRPr="00073BCD">
        <w:t>v průběhu této doby</w:t>
      </w:r>
      <w:r w:rsidR="0087311C" w:rsidRPr="00073BCD">
        <w:t xml:space="preserve"> nebo kdykoli po zahájení výběrového řízení, včetně doby po podání nabídek, a to nejpozději do doby zadavatelem případně stanovené k předložení údajů a dokladů dle bodu 16.3 této Výzvy. P</w:t>
      </w:r>
      <w:r w:rsidRPr="00073BC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73BCD">
        <w:t xml:space="preserve">pro účely prokázání technické kvalifikace v tomto výběrovém řízení </w:t>
      </w:r>
      <w:r w:rsidRPr="00073BCD">
        <w:t xml:space="preserve">rozumí </w:t>
      </w:r>
      <w:r w:rsidR="000E15C8" w:rsidRPr="00073BCD">
        <w:t xml:space="preserve">i </w:t>
      </w:r>
      <w:r w:rsidRPr="00073BCD">
        <w:t>uvedení díla</w:t>
      </w:r>
      <w:r w:rsidR="000E15C8" w:rsidRPr="00073BCD">
        <w:t>, resp. poslední části</w:t>
      </w:r>
      <w:r w:rsidR="00560665" w:rsidRPr="00073BCD">
        <w:t xml:space="preserve"> stavební práce</w:t>
      </w:r>
      <w:r w:rsidR="000E15C8" w:rsidRPr="00073BCD">
        <w:t>,</w:t>
      </w:r>
      <w:r w:rsidRPr="00073BCD">
        <w:t xml:space="preserve"> alespoň do zkušebního provozu. Zadavatel nicméně za dílo dokončené v období posledních 5 let bude považovat též dílo, které v tomto období bylo dokončeno jako celek, tj. včetně plnění navazujících na zkušební provoz</w:t>
      </w:r>
      <w:r w:rsidRPr="00AF4A09">
        <w:t>,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w:t>
      </w:r>
      <w:r>
        <w:lastRenderedPageBreak/>
        <w:t>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10556A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043827" w:rsidRDefault="0035531B" w:rsidP="00EF4DAC">
      <w:pPr>
        <w:pStyle w:val="Odstavec1-1a"/>
        <w:numPr>
          <w:ilvl w:val="0"/>
          <w:numId w:val="11"/>
        </w:numPr>
        <w:rPr>
          <w:rStyle w:val="Tun9b"/>
        </w:rPr>
      </w:pPr>
      <w:r w:rsidRPr="00043827">
        <w:rPr>
          <w:rStyle w:val="Tun9b"/>
        </w:rPr>
        <w:t>stavbyvedoucí</w:t>
      </w:r>
    </w:p>
    <w:p w14:paraId="3628F9BB" w14:textId="77777777" w:rsidR="0035531B" w:rsidRPr="00043827" w:rsidRDefault="0035531B" w:rsidP="00930B79">
      <w:pPr>
        <w:pStyle w:val="Odrka1-2-"/>
      </w:pPr>
      <w:r w:rsidRPr="00043827">
        <w:t>minimálně středoškolské vzdělání;</w:t>
      </w:r>
    </w:p>
    <w:p w14:paraId="5D013D3E" w14:textId="77777777" w:rsidR="0035531B" w:rsidRPr="00043827" w:rsidRDefault="0035531B" w:rsidP="00930B79">
      <w:pPr>
        <w:pStyle w:val="Odrka1-2-"/>
      </w:pPr>
      <w:r w:rsidRPr="00043827">
        <w:t>nejméně 5 let praxe</w:t>
      </w:r>
      <w:r w:rsidR="00092CC9" w:rsidRPr="00043827">
        <w:t xml:space="preserve"> v </w:t>
      </w:r>
      <w:r w:rsidRPr="00043827">
        <w:t xml:space="preserve">řízení provádění staveb železničních drah; </w:t>
      </w:r>
    </w:p>
    <w:p w14:paraId="13976A36" w14:textId="74D1BC38" w:rsidR="0035531B" w:rsidRDefault="00AF4A09" w:rsidP="00AF4A09">
      <w:pPr>
        <w:pStyle w:val="Odrka1-2-"/>
      </w:pPr>
      <w:r w:rsidRPr="00043827">
        <w:t xml:space="preserve">zkušenost s řízením realizace alespoň jedné zakázky </w:t>
      </w:r>
      <w:r w:rsidR="00642162" w:rsidRPr="00043827">
        <w:t>na stavební práce, jež zahrnovala novostavbu</w:t>
      </w:r>
      <w:r w:rsidR="00FB5D63" w:rsidRPr="00043827">
        <w:t xml:space="preserve"> nebo</w:t>
      </w:r>
      <w:r w:rsidR="00642162" w:rsidRPr="00043827">
        <w:t xml:space="preserve"> rekonstrukci</w:t>
      </w:r>
      <w:r w:rsidR="00FB5D63" w:rsidRPr="00043827">
        <w:t xml:space="preserve"> </w:t>
      </w:r>
      <w:r w:rsidRPr="00043827">
        <w:t xml:space="preserve">stavby železničních drah v hodnotě nejméně </w:t>
      </w:r>
      <w:r w:rsidR="00012CFC">
        <w:rPr>
          <w:b/>
        </w:rPr>
        <w:t>31 700 000</w:t>
      </w:r>
      <w:r w:rsidR="00FB5D63" w:rsidRPr="00043827">
        <w:rPr>
          <w:b/>
        </w:rPr>
        <w:t>,-</w:t>
      </w:r>
      <w:r w:rsidRPr="00043827">
        <w:t xml:space="preserve"> </w:t>
      </w:r>
      <w:r w:rsidRPr="00043827">
        <w:rPr>
          <w:b/>
        </w:rPr>
        <w:t xml:space="preserve">Kč </w:t>
      </w:r>
      <w:r w:rsidRPr="00043827">
        <w:t>bez DPH, a to v posledních 10 letech před zahájením výběrového řízen</w:t>
      </w:r>
      <w:r w:rsidR="00FB5D63" w:rsidRPr="00043827">
        <w:t>í;</w:t>
      </w:r>
      <w:r w:rsidR="00E26DF6">
        <w:t xml:space="preserve"> jejímž předmětem byla mimo jiné </w:t>
      </w:r>
      <w:r w:rsidR="00E26DF6" w:rsidRPr="00ED5DD8">
        <w:t>novostavba nebo rekonstrukce</w:t>
      </w:r>
      <w:r w:rsidR="00E26DF6">
        <w:t xml:space="preserve"> staničního ZZ;</w:t>
      </w:r>
    </w:p>
    <w:p w14:paraId="32D268AB" w14:textId="153FFCBA" w:rsidR="0035531B" w:rsidRPr="00043827" w:rsidRDefault="0035531B" w:rsidP="00AD1771">
      <w:pPr>
        <w:pStyle w:val="Odrka1-2-"/>
      </w:pPr>
      <w:r w:rsidRPr="00043827">
        <w:t>musí předložit doklad</w:t>
      </w:r>
      <w:r w:rsidR="00092CC9" w:rsidRPr="00043827">
        <w:t xml:space="preserve"> o </w:t>
      </w:r>
      <w:r w:rsidRPr="00043827">
        <w:t>autorizaci</w:t>
      </w:r>
      <w:r w:rsidR="00092CC9" w:rsidRPr="00043827">
        <w:t xml:space="preserve"> v </w:t>
      </w:r>
      <w:r w:rsidRPr="00043827">
        <w:t xml:space="preserve">rozsahu </w:t>
      </w:r>
      <w:r w:rsidR="00043827" w:rsidRPr="00043827">
        <w:t xml:space="preserve">dle § 5 odst. 3 písm. </w:t>
      </w:r>
      <w:r w:rsidR="00043827" w:rsidRPr="00043827">
        <w:rPr>
          <w:b/>
        </w:rPr>
        <w:t>e)</w:t>
      </w:r>
      <w:r w:rsidRPr="00043827">
        <w:t xml:space="preserve"> </w:t>
      </w:r>
      <w:r w:rsidR="007476A8" w:rsidRPr="00043827">
        <w:t xml:space="preserve">autorizačního </w:t>
      </w:r>
      <w:r w:rsidRPr="00043827">
        <w:t>zákona, tedy</w:t>
      </w:r>
      <w:r w:rsidR="00092CC9" w:rsidRPr="00043827">
        <w:t xml:space="preserve"> v </w:t>
      </w:r>
      <w:r w:rsidRPr="00043827">
        <w:t xml:space="preserve">oboru </w:t>
      </w:r>
      <w:r w:rsidR="00043827" w:rsidRPr="00043827">
        <w:rPr>
          <w:b/>
        </w:rPr>
        <w:t>technologická zařízení staveb</w:t>
      </w:r>
      <w:r w:rsidRPr="00043827">
        <w:t>;</w:t>
      </w:r>
    </w:p>
    <w:p w14:paraId="6A737C91" w14:textId="77777777" w:rsidR="0035531B" w:rsidRPr="00043827" w:rsidRDefault="0035531B" w:rsidP="008B2021">
      <w:pPr>
        <w:pStyle w:val="Odstavec1-1a"/>
        <w:rPr>
          <w:rStyle w:val="Tun9b"/>
        </w:rPr>
      </w:pPr>
      <w:r w:rsidRPr="00043827">
        <w:rPr>
          <w:rStyle w:val="Tun9b"/>
        </w:rPr>
        <w:lastRenderedPageBreak/>
        <w:t>specialista (vedoucí prací) na pozemní stavby</w:t>
      </w:r>
    </w:p>
    <w:p w14:paraId="6B7EAB14" w14:textId="77777777" w:rsidR="0035531B" w:rsidRPr="00043827" w:rsidRDefault="0035531B" w:rsidP="008B2021">
      <w:pPr>
        <w:pStyle w:val="Odrka1-2-"/>
      </w:pPr>
      <w:r w:rsidRPr="00043827">
        <w:t>minimálně středoškolské vzdělání;</w:t>
      </w:r>
    </w:p>
    <w:p w14:paraId="75760763" w14:textId="77777777" w:rsidR="0035531B" w:rsidRPr="00012CFC" w:rsidRDefault="0035531B" w:rsidP="008B2021">
      <w:pPr>
        <w:pStyle w:val="Odrka1-2-"/>
      </w:pPr>
      <w:r w:rsidRPr="00043827">
        <w:t>nejméně 5 let praxe</w:t>
      </w:r>
      <w:r w:rsidR="00092CC9" w:rsidRPr="00043827">
        <w:t xml:space="preserve"> v </w:t>
      </w:r>
      <w:r w:rsidRPr="00043827">
        <w:t xml:space="preserve">oboru své specializace </w:t>
      </w:r>
      <w:r w:rsidR="00B07880" w:rsidRPr="00043827">
        <w:t xml:space="preserve">(pozemní stavby) </w:t>
      </w:r>
      <w:r w:rsidRPr="00043827">
        <w:t xml:space="preserve">při provádění </w:t>
      </w:r>
      <w:r w:rsidRPr="00012CFC">
        <w:t>staveb;</w:t>
      </w:r>
    </w:p>
    <w:p w14:paraId="4C065B2C" w14:textId="3F6423E5" w:rsidR="0035531B" w:rsidRPr="00012CFC" w:rsidRDefault="009D706B" w:rsidP="008B2021">
      <w:pPr>
        <w:pStyle w:val="Odrka1-2-"/>
      </w:pPr>
      <w:r w:rsidRPr="00012CFC">
        <w:t xml:space="preserve">musí předložit doklad o autorizaci v rozsahu dle § 5 odst. 3 písm. </w:t>
      </w:r>
      <w:r w:rsidRPr="00012CFC">
        <w:rPr>
          <w:b/>
        </w:rPr>
        <w:t>a)</w:t>
      </w:r>
      <w:r w:rsidRPr="00012CFC">
        <w:t xml:space="preserve"> autorizačního zákona, tedy v oboru </w:t>
      </w:r>
      <w:r w:rsidRPr="00012CFC">
        <w:rPr>
          <w:b/>
        </w:rPr>
        <w:t>pozemní stavby</w:t>
      </w:r>
      <w:r w:rsidR="0035531B" w:rsidRPr="00012CFC">
        <w:t>;</w:t>
      </w:r>
    </w:p>
    <w:p w14:paraId="3EC1E69A" w14:textId="77777777" w:rsidR="0035531B" w:rsidRPr="00043827" w:rsidRDefault="0035531B" w:rsidP="008B2021">
      <w:pPr>
        <w:pStyle w:val="Odstavec1-1a"/>
        <w:rPr>
          <w:rStyle w:val="Tun9b"/>
        </w:rPr>
      </w:pPr>
      <w:r w:rsidRPr="00043827">
        <w:rPr>
          <w:rStyle w:val="Tun9b"/>
        </w:rPr>
        <w:t>úředně oprávněný zeměměřický inženýr</w:t>
      </w:r>
    </w:p>
    <w:p w14:paraId="2FB873C5" w14:textId="6C82AF69" w:rsidR="0035531B" w:rsidRPr="00043827" w:rsidRDefault="0035531B" w:rsidP="008B2021">
      <w:pPr>
        <w:pStyle w:val="Odrka1-2-"/>
      </w:pPr>
      <w:r w:rsidRPr="00043827">
        <w:t>oprávnění pro ověřování výsledků zeměměřických činností</w:t>
      </w:r>
      <w:r w:rsidR="00092CC9" w:rsidRPr="00043827">
        <w:t xml:space="preserve"> v </w:t>
      </w:r>
      <w:r w:rsidRPr="00043827">
        <w:t>rozsahu dle § 13 odst. 1 písm. a)</w:t>
      </w:r>
      <w:r w:rsidR="00845C50" w:rsidRPr="00043827">
        <w:t xml:space="preserve"> a </w:t>
      </w:r>
      <w:r w:rsidRPr="00043827">
        <w:t>c)</w:t>
      </w:r>
      <w:r w:rsidR="00043827" w:rsidRPr="00043827">
        <w:t xml:space="preserve"> </w:t>
      </w:r>
      <w:r w:rsidRPr="00043827">
        <w:t>zákona č. 200/1994 Sb.,</w:t>
      </w:r>
      <w:r w:rsidR="00092CC9" w:rsidRPr="00043827">
        <w:t xml:space="preserve"> o </w:t>
      </w:r>
      <w:r w:rsidRPr="00043827">
        <w:t>zeměměřictví</w:t>
      </w:r>
      <w:r w:rsidR="00845C50" w:rsidRPr="00043827">
        <w:t xml:space="preserve"> a</w:t>
      </w:r>
      <w:r w:rsidR="00092CC9" w:rsidRPr="00043827">
        <w:t xml:space="preserve"> o </w:t>
      </w:r>
      <w:r w:rsidRPr="00043827">
        <w:t>změně</w:t>
      </w:r>
      <w:r w:rsidR="00845C50" w:rsidRPr="00043827">
        <w:t xml:space="preserve"> a </w:t>
      </w:r>
      <w:r w:rsidRPr="00043827">
        <w:t>doplnění některých zákonů souvisejících</w:t>
      </w:r>
      <w:r w:rsidR="00845C50" w:rsidRPr="00043827">
        <w:t xml:space="preserve"> s </w:t>
      </w:r>
      <w:r w:rsidRPr="00043827">
        <w:t>jeho zavedením, ve znění pozdějších předpisů;</w:t>
      </w:r>
    </w:p>
    <w:p w14:paraId="523E0D87" w14:textId="77777777" w:rsidR="0035531B" w:rsidRPr="00043827" w:rsidRDefault="0035531B" w:rsidP="008B2021">
      <w:pPr>
        <w:pStyle w:val="Odstavec1-1a"/>
        <w:rPr>
          <w:rStyle w:val="Tun9b"/>
        </w:rPr>
      </w:pPr>
      <w:r w:rsidRPr="00043827">
        <w:rPr>
          <w:rStyle w:val="Tun9b"/>
        </w:rPr>
        <w:t xml:space="preserve">osoba odpovědná za </w:t>
      </w:r>
      <w:r w:rsidR="002628F0" w:rsidRPr="00043827">
        <w:rPr>
          <w:rStyle w:val="Tun9b"/>
        </w:rPr>
        <w:t xml:space="preserve">realizační </w:t>
      </w:r>
      <w:r w:rsidRPr="00043827">
        <w:rPr>
          <w:rStyle w:val="Tun9b"/>
        </w:rPr>
        <w:t>dokumentaci zabezpečovacího zařízení</w:t>
      </w:r>
    </w:p>
    <w:p w14:paraId="3199E064" w14:textId="77777777" w:rsidR="0035531B" w:rsidRPr="00043827" w:rsidRDefault="0035531B" w:rsidP="008B2021">
      <w:pPr>
        <w:pStyle w:val="Odrka1-2-"/>
      </w:pPr>
      <w:r w:rsidRPr="00043827">
        <w:t>minimálně středoškolské vzdělání;</w:t>
      </w:r>
    </w:p>
    <w:p w14:paraId="774228D4" w14:textId="77777777" w:rsidR="0035531B" w:rsidRPr="00043827" w:rsidRDefault="0035531B" w:rsidP="008B2021">
      <w:pPr>
        <w:pStyle w:val="Odrka1-2-"/>
      </w:pPr>
      <w:r w:rsidRPr="00043827">
        <w:t>nejméně 5 let praxe</w:t>
      </w:r>
      <w:r w:rsidR="00092CC9" w:rsidRPr="00043827">
        <w:t xml:space="preserve"> v </w:t>
      </w:r>
      <w:r w:rsidRPr="00043827">
        <w:t xml:space="preserve"> oboru své specializace</w:t>
      </w:r>
      <w:r w:rsidR="00B07880" w:rsidRPr="00043827">
        <w:t xml:space="preserve"> (zabezpečovací zařízení)</w:t>
      </w:r>
      <w:r w:rsidRPr="00043827">
        <w:t>;</w:t>
      </w:r>
    </w:p>
    <w:p w14:paraId="40253850" w14:textId="29DC3BD2" w:rsidR="0035531B" w:rsidRPr="00043827" w:rsidRDefault="0035531B" w:rsidP="008B2021">
      <w:pPr>
        <w:pStyle w:val="Odrka1-2-"/>
      </w:pPr>
      <w:r w:rsidRPr="00043827">
        <w:t>zkušenost</w:t>
      </w:r>
      <w:r w:rsidR="00845C50" w:rsidRPr="00043827">
        <w:t xml:space="preserve"> s </w:t>
      </w:r>
      <w:r w:rsidRPr="00043827">
        <w:t xml:space="preserve">projektováním </w:t>
      </w:r>
      <w:r w:rsidR="002628F0" w:rsidRPr="00043827">
        <w:t xml:space="preserve">projektové </w:t>
      </w:r>
      <w:r w:rsidRPr="00043827">
        <w:t>dokumentace pro provádění stavby zabezpečovacího zařízení ve smyslu přílohy č. 6 vyhl. č. 146/2008 Sb., ve znění účinném do 30. 11. 2018</w:t>
      </w:r>
      <w:r w:rsidR="00177199" w:rsidRPr="00043827">
        <w:t>,</w:t>
      </w:r>
      <w:r w:rsidR="002628F0" w:rsidRPr="00043827">
        <w:t xml:space="preserve"> nebo </w:t>
      </w:r>
      <w:r w:rsidR="00085564" w:rsidRPr="00043827">
        <w:t xml:space="preserve">zpracováním </w:t>
      </w:r>
      <w:r w:rsidR="002628F0" w:rsidRPr="00043827">
        <w:t>realizační dokumentace zabezpečovacího zařízení, která doplňuje a upřesňuje předchozí stup</w:t>
      </w:r>
      <w:r w:rsidR="00A94AD6" w:rsidRPr="00043827">
        <w:t>eň</w:t>
      </w:r>
      <w:r w:rsidR="002628F0" w:rsidRPr="00043827">
        <w:t xml:space="preserve"> dokumentace</w:t>
      </w:r>
      <w:r w:rsidRPr="00043827">
        <w:t>,</w:t>
      </w:r>
      <w:r w:rsidR="00BB4AF2" w:rsidRPr="00043827">
        <w:t xml:space="preserve"> u </w:t>
      </w:r>
      <w:r w:rsidRPr="00043827">
        <w:t>alespoň jedné zakázky - stavby železničních drah</w:t>
      </w:r>
      <w:r w:rsidR="00092CC9" w:rsidRPr="00043827">
        <w:t xml:space="preserve"> v </w:t>
      </w:r>
      <w:r w:rsidRPr="00043827">
        <w:t>hodnotě zakázky na zhotovení sta</w:t>
      </w:r>
      <w:r w:rsidR="00043827" w:rsidRPr="00043827">
        <w:t xml:space="preserve">vby nejméně </w:t>
      </w:r>
      <w:r w:rsidR="00043827" w:rsidRPr="00043827">
        <w:rPr>
          <w:b/>
        </w:rPr>
        <w:t>9 000 000,- Kč</w:t>
      </w:r>
      <w:r w:rsidR="00043827" w:rsidRPr="00043827">
        <w:t xml:space="preserve"> bez DPH,</w:t>
      </w:r>
      <w:r w:rsidR="00845C50" w:rsidRPr="00043827">
        <w:t xml:space="preserve"> a </w:t>
      </w:r>
      <w:r w:rsidRPr="00043827">
        <w:t>to</w:t>
      </w:r>
      <w:r w:rsidR="00092CC9" w:rsidRPr="00043827">
        <w:t xml:space="preserve"> v </w:t>
      </w:r>
      <w:r w:rsidRPr="00043827">
        <w:t xml:space="preserve">posledních 10 letech před zahájením </w:t>
      </w:r>
      <w:r w:rsidR="009531C1" w:rsidRPr="00043827">
        <w:t xml:space="preserve">výběrového </w:t>
      </w:r>
      <w:r w:rsidRPr="00043827">
        <w:t>řízení;</w:t>
      </w:r>
    </w:p>
    <w:p w14:paraId="6EEE3318" w14:textId="77777777" w:rsidR="0035531B" w:rsidRPr="00043827" w:rsidRDefault="0035531B" w:rsidP="008B2021">
      <w:pPr>
        <w:pStyle w:val="Odstavec1-1a"/>
        <w:rPr>
          <w:rStyle w:val="Tun9b"/>
        </w:rPr>
      </w:pPr>
      <w:r w:rsidRPr="00043827">
        <w:rPr>
          <w:rStyle w:val="Tun9b"/>
        </w:rPr>
        <w:t xml:space="preserve">osoba odpovědná za </w:t>
      </w:r>
      <w:r w:rsidR="002628F0" w:rsidRPr="00043827">
        <w:rPr>
          <w:rStyle w:val="Tun9b"/>
        </w:rPr>
        <w:t xml:space="preserve">realizační </w:t>
      </w:r>
      <w:r w:rsidRPr="00043827">
        <w:rPr>
          <w:rStyle w:val="Tun9b"/>
        </w:rPr>
        <w:t>dokumentaci sdělovacího zařízení</w:t>
      </w:r>
    </w:p>
    <w:p w14:paraId="432B1E59" w14:textId="77777777" w:rsidR="0035531B" w:rsidRPr="00043827" w:rsidRDefault="0035531B" w:rsidP="008B2021">
      <w:pPr>
        <w:pStyle w:val="Odrka1-2-"/>
      </w:pPr>
      <w:r w:rsidRPr="00043827">
        <w:t>minimálně středoškolské vzdělání;</w:t>
      </w:r>
    </w:p>
    <w:p w14:paraId="68381545" w14:textId="77777777" w:rsidR="0035531B" w:rsidRPr="00043827" w:rsidRDefault="0035531B" w:rsidP="008B2021">
      <w:pPr>
        <w:pStyle w:val="Odrka1-2-"/>
      </w:pPr>
      <w:r w:rsidRPr="00043827">
        <w:t>nejméně 5 let praxe</w:t>
      </w:r>
      <w:r w:rsidR="00092CC9" w:rsidRPr="00043827">
        <w:t xml:space="preserve"> v </w:t>
      </w:r>
      <w:r w:rsidRPr="00043827">
        <w:t>oboru své specializace</w:t>
      </w:r>
      <w:r w:rsidR="00B07880" w:rsidRPr="00043827">
        <w:t xml:space="preserve"> (sdělovací zařízení)</w:t>
      </w:r>
      <w:r w:rsidRPr="00043827">
        <w:t>;</w:t>
      </w:r>
    </w:p>
    <w:p w14:paraId="4A94E935" w14:textId="4704BE83" w:rsidR="0035531B" w:rsidRPr="00043827" w:rsidRDefault="0035531B" w:rsidP="008B2021">
      <w:pPr>
        <w:pStyle w:val="Odrka1-2-"/>
      </w:pPr>
      <w:r w:rsidRPr="00043827">
        <w:t>zkušenost</w:t>
      </w:r>
      <w:r w:rsidR="00845C50" w:rsidRPr="00043827">
        <w:t xml:space="preserve"> s </w:t>
      </w:r>
      <w:r w:rsidRPr="00043827">
        <w:t xml:space="preserve">projektováním </w:t>
      </w:r>
      <w:r w:rsidR="002628F0" w:rsidRPr="00043827">
        <w:t xml:space="preserve">projektové </w:t>
      </w:r>
      <w:r w:rsidRPr="00043827">
        <w:t>dokumentace pro provádění stavby sdělovacího zařízení ve smyslu přílohy č. 6 vyhl. č. 146/2008 Sb., ve znění účinném do 30. 11. 2018</w:t>
      </w:r>
      <w:r w:rsidR="00177199" w:rsidRPr="00043827">
        <w:t>,</w:t>
      </w:r>
      <w:r w:rsidR="002628F0" w:rsidRPr="00043827">
        <w:t xml:space="preserve"> nebo </w:t>
      </w:r>
      <w:r w:rsidR="00085564" w:rsidRPr="00043827">
        <w:t xml:space="preserve">zpracováním </w:t>
      </w:r>
      <w:r w:rsidR="002628F0" w:rsidRPr="00043827">
        <w:t>realizační dokumentace sdělovacího zařízení, která doplňuje a upřesňuje předchozí stup</w:t>
      </w:r>
      <w:r w:rsidR="00A94AD6" w:rsidRPr="00043827">
        <w:t>eň</w:t>
      </w:r>
      <w:r w:rsidR="002628F0" w:rsidRPr="00043827">
        <w:t xml:space="preserve"> dokumentace</w:t>
      </w:r>
      <w:r w:rsidRPr="00043827">
        <w:t>,</w:t>
      </w:r>
      <w:r w:rsidR="00BB4AF2" w:rsidRPr="00043827">
        <w:t xml:space="preserve"> u </w:t>
      </w:r>
      <w:r w:rsidRPr="00043827">
        <w:t>alespoň jedné zakázky - stavby železničních drah</w:t>
      </w:r>
      <w:r w:rsidR="00092CC9" w:rsidRPr="00043827">
        <w:t xml:space="preserve"> v </w:t>
      </w:r>
      <w:r w:rsidRPr="00043827">
        <w:t>hodnotě zakázky na zhotove</w:t>
      </w:r>
      <w:r w:rsidR="00043827" w:rsidRPr="00043827">
        <w:t xml:space="preserve">ní stavby nejméně </w:t>
      </w:r>
      <w:r w:rsidR="00043827" w:rsidRPr="00043827">
        <w:rPr>
          <w:b/>
        </w:rPr>
        <w:t>3 800 000,- Kč</w:t>
      </w:r>
      <w:r w:rsidR="00043827" w:rsidRPr="00043827">
        <w:t xml:space="preserve"> bez DPH</w:t>
      </w:r>
      <w:r w:rsidRPr="00043827">
        <w:t>,</w:t>
      </w:r>
      <w:r w:rsidR="00845C50" w:rsidRPr="00043827">
        <w:t xml:space="preserve"> a </w:t>
      </w:r>
      <w:r w:rsidRPr="00043827">
        <w:t>to</w:t>
      </w:r>
      <w:r w:rsidR="00092CC9" w:rsidRPr="00043827">
        <w:t xml:space="preserve"> v </w:t>
      </w:r>
      <w:r w:rsidRPr="00043827">
        <w:t xml:space="preserve">posledních 10 letech před zahájením </w:t>
      </w:r>
      <w:r w:rsidR="009531C1" w:rsidRPr="00043827">
        <w:t>výběrového</w:t>
      </w:r>
      <w:r w:rsidR="00A26B92" w:rsidRPr="00043827">
        <w:t xml:space="preserve"> řízení.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F9A6AF0"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514BDF">
        <w:t>stavby</w:t>
      </w:r>
      <w:r w:rsidRPr="00514BDF">
        <w:t xml:space="preserve"> nebo </w:t>
      </w:r>
      <w:r w:rsidR="006E6247" w:rsidRPr="00514BDF">
        <w:t>zpracováním dokumentace</w:t>
      </w:r>
      <w:r w:rsidRPr="00514BDF">
        <w:t>.</w:t>
      </w:r>
      <w:r w:rsidR="00092CC9" w:rsidRPr="00514BDF">
        <w:t xml:space="preserve"> </w:t>
      </w:r>
      <w:r w:rsidR="00EE2244" w:rsidRPr="00514BDF">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lastRenderedPageBreak/>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26B2F326"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9534BF" w:rsidRPr="00514BDF">
        <w:t>stavby</w:t>
      </w:r>
      <w:r w:rsidRPr="00514BDF">
        <w:t xml:space="preserve"> nebo </w:t>
      </w:r>
      <w:r w:rsidR="006E6247" w:rsidRPr="00514BDF">
        <w:t>zpracováním dokumentace</w:t>
      </w:r>
      <w:r w:rsidR="00514BDF" w:rsidRPr="00514BDF">
        <w:t xml:space="preserve"> </w:t>
      </w:r>
      <w:r w:rsidRPr="00514BDF">
        <w:t>u členů odborného personálu, u kterých jsou takové zkušenosti a praxe požadovány,</w:t>
      </w:r>
      <w:r w:rsidRPr="008B70C7">
        <w:t xml:space="preserve">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126D208" w14:textId="0DF85497" w:rsidR="00894759" w:rsidRDefault="00894759" w:rsidP="0035531B">
      <w:pPr>
        <w:pStyle w:val="Text1-1"/>
        <w:rPr>
          <w:rStyle w:val="Tun9b"/>
        </w:rPr>
      </w:pPr>
      <w:r w:rsidRPr="0006499F">
        <w:rPr>
          <w:rStyle w:val="Tun9b"/>
        </w:rPr>
        <w:t>Požadavek na prokázání kvalifikace poddodavatele</w:t>
      </w:r>
    </w:p>
    <w:p w14:paraId="0CFCDC04" w14:textId="77777777" w:rsidR="00FD681F" w:rsidRDefault="00FD681F" w:rsidP="00FD681F">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5B915061" w14:textId="77777777" w:rsidR="00FD681F" w:rsidRDefault="00FD681F" w:rsidP="00FD681F">
      <w:pPr>
        <w:pStyle w:val="Odrka1-1"/>
      </w:pPr>
      <w:r>
        <w:t>základní způsobilost podle čl. 8.2 této Výzvy a</w:t>
      </w:r>
    </w:p>
    <w:p w14:paraId="70C58BA7" w14:textId="77777777" w:rsidR="00FD681F" w:rsidRDefault="00FD681F" w:rsidP="00FD681F">
      <w:pPr>
        <w:pStyle w:val="Odrka1-1"/>
      </w:pPr>
      <w:r>
        <w:t>profesní způsobilost podle čl. 8.3 první odrážka této Výzvy.</w:t>
      </w:r>
    </w:p>
    <w:p w14:paraId="658B6D84" w14:textId="77777777" w:rsidR="00FD681F" w:rsidRDefault="00FD681F" w:rsidP="00FD681F">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30F557DE" w14:textId="77777777" w:rsidR="00FD681F" w:rsidRDefault="00FD681F" w:rsidP="00FD681F">
      <w:pPr>
        <w:pStyle w:val="Odrka1-1"/>
      </w:pPr>
      <w:r>
        <w:t>základní způsobilost podle čl. 8.2 první odrážka písm. (i) této Výzvy.</w:t>
      </w:r>
    </w:p>
    <w:p w14:paraId="4F389D3D" w14:textId="77777777" w:rsidR="00FD681F" w:rsidRDefault="00FD681F" w:rsidP="00FD681F">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49F512D6" w14:textId="77777777" w:rsidR="00FD681F" w:rsidRDefault="00FD681F" w:rsidP="00FD681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59E0883D" w14:textId="77777777" w:rsidR="00FD681F" w:rsidRDefault="00FD681F" w:rsidP="00FD681F">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5D7669A" w14:textId="18A316D8" w:rsidR="00FD681F" w:rsidRDefault="00FD681F" w:rsidP="00FD681F">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0AD1E4C6" w14:textId="0387DEA4" w:rsidR="00894759" w:rsidRDefault="00FD681F" w:rsidP="00FD681F">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r w:rsidR="00894759">
        <w:t>.</w:t>
      </w:r>
    </w:p>
    <w:p w14:paraId="63072270" w14:textId="19E429DD"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w:t>
      </w:r>
      <w:r>
        <w:lastRenderedPageBreak/>
        <w:t xml:space="preserve">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8791F"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B5703D"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69FDB42" w14:textId="77777777" w:rsidR="00514BDF" w:rsidRDefault="00514BDF"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76D6B03" w14:textId="5CB9053A" w:rsidR="0035531B" w:rsidRDefault="008B70C7" w:rsidP="00514BDF">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514BDF">
        <w:t>.</w:t>
      </w:r>
    </w:p>
    <w:p w14:paraId="410A795B" w14:textId="77777777" w:rsidR="00514BDF" w:rsidRDefault="00514BDF" w:rsidP="00514BDF">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0818570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36117B74" w:rsidR="0035531B" w:rsidRDefault="0035531B" w:rsidP="00EE2244">
      <w:pPr>
        <w:pStyle w:val="Odrka1-1"/>
      </w:pPr>
      <w:r w:rsidRPr="00C4078E">
        <w:t>Specifikaci</w:t>
      </w:r>
      <w:r>
        <w:t xml:space="preserve"> </w:t>
      </w:r>
      <w:r w:rsidRPr="009D240F">
        <w:t>typu zabezpečovacího zařízení, které bude dodavatelem určeno</w:t>
      </w:r>
      <w:r w:rsidR="00BC6D2B" w:rsidRPr="009D240F">
        <w:t xml:space="preserve"> k </w:t>
      </w:r>
      <w:r w:rsidRPr="009D240F">
        <w:t>použití pro plnění předmětné veřejné zakázky</w:t>
      </w:r>
      <w:r w:rsidR="00845C50" w:rsidRPr="009D240F">
        <w:t xml:space="preserve"> a </w:t>
      </w:r>
      <w:r w:rsidRPr="009D240F">
        <w:t>které</w:t>
      </w:r>
      <w:r>
        <w:t xml:space="preserve">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t xml:space="preserve">, kterou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00D7784F">
        <w:t>zařízení</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výrobcem nebo dodavatelem, bude požad</w:t>
      </w:r>
      <w:r w:rsidR="009D240F">
        <w:t>ována pro následující zařízení:</w:t>
      </w:r>
    </w:p>
    <w:p w14:paraId="57B9D566" w14:textId="5AE54C7C" w:rsidR="009D240F" w:rsidRDefault="009D240F" w:rsidP="009D240F">
      <w:pPr>
        <w:pStyle w:val="Odrka1-3"/>
        <w:numPr>
          <w:ilvl w:val="3"/>
          <w:numId w:val="8"/>
        </w:numPr>
      </w:pPr>
      <w:r>
        <w:t>staniční zabezpečovací zařízení</w:t>
      </w:r>
    </w:p>
    <w:p w14:paraId="567680A8" w14:textId="2FC29A3B" w:rsidR="009D240F" w:rsidRDefault="009D240F" w:rsidP="009D240F">
      <w:pPr>
        <w:pStyle w:val="Odrka1-3"/>
        <w:numPr>
          <w:ilvl w:val="3"/>
          <w:numId w:val="8"/>
        </w:numPr>
      </w:pPr>
      <w:r>
        <w:t>přejezdové zabezpečovací zařízení.</w:t>
      </w:r>
    </w:p>
    <w:p w14:paraId="6C481A40" w14:textId="58144A1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w:t>
      </w:r>
      <w:r w:rsidR="00B52819">
        <w:t xml:space="preserve">stanoveno </w:t>
      </w:r>
      <w:r>
        <w:t>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lastRenderedPageBreak/>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22EC2EC9" w:rsidR="0035531B" w:rsidRPr="00F66E90" w:rsidRDefault="007B49E6" w:rsidP="0060115D">
      <w:pPr>
        <w:pStyle w:val="Textbezslovn"/>
        <w:ind w:left="1077"/>
        <w:rPr>
          <w:b/>
        </w:rPr>
      </w:pPr>
      <w:r w:rsidRPr="00F66E90">
        <w:rPr>
          <w:b/>
        </w:rPr>
        <w:t>Stavba A: PS 12-01-01 žst. Kopidlno, SZZ – Část A – definitivní SZZ</w:t>
      </w:r>
    </w:p>
    <w:p w14:paraId="4FE47924" w14:textId="2DE08ADC" w:rsidR="007B49E6" w:rsidRPr="00F66E90" w:rsidRDefault="007B49E6" w:rsidP="0060115D">
      <w:pPr>
        <w:pStyle w:val="Textbezslovn"/>
        <w:ind w:left="1077"/>
        <w:rPr>
          <w:b/>
        </w:rPr>
      </w:pPr>
      <w:r w:rsidRPr="00F66E90">
        <w:rPr>
          <w:b/>
        </w:rPr>
        <w:t>Stavba B: PS 23-01-01 odb. Kamensko, SZZ – Část B – definitivní SZZ</w:t>
      </w:r>
    </w:p>
    <w:p w14:paraId="1895FED9" w14:textId="77777777" w:rsidR="0035531B" w:rsidRDefault="00322579" w:rsidP="00322579">
      <w:pPr>
        <w:pStyle w:val="Odrka1-1"/>
      </w:pPr>
      <w:r w:rsidRPr="00322579">
        <w:t xml:space="preserve">Vlastními prostředky se rozumí věci a zdroje stanovené v čl. 7.4 obchodních podmínek, které tvoří Přílohu č. 1 Smlouvy o dílo. Za práce provedené vlastními prostředky se považují i práce provedené osobami, které společně se Zhotovitelem </w:t>
      </w:r>
      <w:r w:rsidRPr="00322579">
        <w:lastRenderedPageBreak/>
        <w:t>tvoří koncern ve smyslu § 79 zákona č. 90/2012, o obchodních společnostech a družstvech (zákon o obchodních korporacích)</w:t>
      </w:r>
      <w:r w:rsidR="0035531B">
        <w:t>.</w:t>
      </w:r>
    </w:p>
    <w:p w14:paraId="4D5E8F51" w14:textId="37883A5B" w:rsidR="0035531B" w:rsidRDefault="0035531B" w:rsidP="00322579">
      <w:pPr>
        <w:pStyle w:val="Odrka1-1"/>
      </w:pPr>
      <w:r>
        <w:t xml:space="preserve">Výše uvedené vyhrazené části plnění veřejné zakázky jsou tvořeny </w:t>
      </w:r>
      <w:r w:rsidR="007B49E6" w:rsidRPr="00F66E90">
        <w:t>P</w:t>
      </w:r>
      <w:r w:rsidR="00170521" w:rsidRPr="00F66E90">
        <w:t>S</w:t>
      </w:r>
      <w:r w:rsidRPr="00F66E90">
        <w:t>,</w:t>
      </w:r>
      <w:r>
        <w:t xml:space="preserve"> jejichž provádění má důležitý význam pro</w:t>
      </w:r>
      <w:r w:rsidR="007B49E6">
        <w:t xml:space="preserve"> zvýšení kategorie SZZ</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6E32AAE" w:rsidR="0035531B" w:rsidRDefault="00322579" w:rsidP="00322579">
      <w:pPr>
        <w:pStyle w:val="Odrka1-1"/>
      </w:pPr>
      <w:r w:rsidRPr="00322579">
        <w:t xml:space="preserve">Výše uvedené vyhrazené části plnění veřejné zakázky představují svou finanční hodnotou celkem cca </w:t>
      </w:r>
      <w:r w:rsidR="00F66E90">
        <w:t>60 %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7C1A5C97"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F66E90">
        <w:rPr>
          <w:b/>
        </w:rPr>
        <w:t>provádění staveb, jejich změn</w:t>
      </w:r>
      <w:r w:rsidR="00845C50" w:rsidRPr="00F66E90">
        <w:rPr>
          <w:b/>
        </w:rPr>
        <w:t xml:space="preserve"> a </w:t>
      </w:r>
      <w:r w:rsidR="00F66E90" w:rsidRPr="00F66E90">
        <w:rPr>
          <w:b/>
        </w:rPr>
        <w:t>odstraňování</w:t>
      </w:r>
      <w:r w:rsidR="00F66E90" w:rsidRPr="00F66E90">
        <w:t>;</w:t>
      </w:r>
    </w:p>
    <w:p w14:paraId="1A5F1946" w14:textId="0B257264" w:rsidR="00D8769E" w:rsidRPr="00F66E90" w:rsidRDefault="00D8769E" w:rsidP="0060115D">
      <w:pPr>
        <w:pStyle w:val="Odrka1-2-"/>
      </w:pPr>
      <w:r>
        <w:t>profesní způsobilost týkající se oprávnění k podnikání v rozsahu živnosti</w:t>
      </w:r>
      <w:r w:rsidR="00565D72">
        <w:t xml:space="preserve"> </w:t>
      </w:r>
      <w:r w:rsidR="00565D72" w:rsidRPr="00565D72">
        <w:rPr>
          <w:rFonts w:eastAsia="Times New Roman" w:cs="Arial"/>
          <w:b/>
          <w:bCs/>
          <w:lang w:eastAsia="cs-CZ"/>
        </w:rPr>
        <w:t>revize, prohlídky a zkoušky určených technických zařízení v</w:t>
      </w:r>
      <w:r w:rsidR="00565D72">
        <w:rPr>
          <w:rFonts w:eastAsia="Times New Roman" w:cs="Arial"/>
          <w:b/>
          <w:bCs/>
          <w:lang w:eastAsia="cs-CZ"/>
        </w:rPr>
        <w:t> </w:t>
      </w:r>
      <w:r w:rsidR="00565D72" w:rsidRPr="00565D72">
        <w:rPr>
          <w:rFonts w:eastAsia="Times New Roman" w:cs="Arial"/>
          <w:b/>
          <w:bCs/>
          <w:lang w:eastAsia="cs-CZ"/>
        </w:rPr>
        <w:t>provozu</w:t>
      </w:r>
      <w:r w:rsidR="00565D72">
        <w:rPr>
          <w:rFonts w:eastAsia="Times New Roman" w:cs="Arial"/>
          <w:b/>
          <w:bCs/>
          <w:lang w:eastAsia="cs-CZ"/>
        </w:rPr>
        <w:t>;</w:t>
      </w:r>
    </w:p>
    <w:p w14:paraId="677B892B" w14:textId="4A7A7F72"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F66E90">
        <w:t>odst. 3 písm.</w:t>
      </w:r>
      <w:r>
        <w:t xml:space="preserve"> </w:t>
      </w:r>
      <w:r w:rsidR="00F66E90" w:rsidRPr="00F66E90">
        <w:rPr>
          <w:b/>
        </w:rPr>
        <w:t>e)</w:t>
      </w:r>
      <w:r>
        <w:t xml:space="preserve"> autorizačního zákona; </w:t>
      </w:r>
    </w:p>
    <w:p w14:paraId="1BCC392C" w14:textId="5A164AC1" w:rsidR="0035531B" w:rsidRPr="00C54852" w:rsidRDefault="00AA2C03" w:rsidP="00F66E90">
      <w:pPr>
        <w:pStyle w:val="Odrka1-2-"/>
        <w:rPr>
          <w:i/>
          <w:color w:val="FF0000"/>
        </w:rPr>
      </w:pPr>
      <w:r w:rsidRPr="00AA2C03">
        <w:t xml:space="preserve">požadavek kritéria technické kvalifikace na doložení seznamem a osvědčením </w:t>
      </w:r>
      <w:r w:rsidR="00C54852">
        <w:t xml:space="preserve">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00C54852" w:rsidRPr="00453D51">
        <w:t>posledních 5 letech</w:t>
      </w:r>
      <w:r w:rsidR="00C54852">
        <w:t xml:space="preserve"> před zahájením výběrového řízení řádně poskytl a dokončil minimálně </w:t>
      </w:r>
      <w:r w:rsidR="00C54852" w:rsidRPr="00F95A2C">
        <w:rPr>
          <w:b/>
        </w:rPr>
        <w:t>dvě</w:t>
      </w:r>
      <w:r w:rsidR="00C54852">
        <w:t xml:space="preserve"> stavební práce v celkové hodnotě v součtu, včetně případných poddodávek, alespoň ve výši </w:t>
      </w:r>
      <w:r w:rsidR="00C73E99">
        <w:rPr>
          <w:b/>
        </w:rPr>
        <w:t>38 040 000</w:t>
      </w:r>
      <w:r w:rsidR="00C54852" w:rsidRPr="002926C6">
        <w:rPr>
          <w:b/>
        </w:rPr>
        <w:t>,-</w:t>
      </w:r>
      <w:r w:rsidR="00C54852" w:rsidRPr="00930B76">
        <w:t xml:space="preserve"> </w:t>
      </w:r>
      <w:r w:rsidR="00C54852" w:rsidRPr="00930B76">
        <w:rPr>
          <w:b/>
        </w:rPr>
        <w:t>Kč</w:t>
      </w:r>
      <w:r w:rsidR="00C54852" w:rsidRPr="00930B76">
        <w:t xml:space="preserve"> bez DPH, jejichž předmětem byla</w:t>
      </w:r>
      <w:r w:rsidR="00C54852">
        <w:t xml:space="preserve"> </w:t>
      </w:r>
      <w:r w:rsidR="00C54852" w:rsidRPr="00C54852">
        <w:t>mj. novostavba</w:t>
      </w:r>
      <w:r w:rsidR="00C54852" w:rsidRPr="00467D9D">
        <w:t xml:space="preserve"> nebo rekonstrukce</w:t>
      </w:r>
      <w:r w:rsidR="00C54852">
        <w:t xml:space="preserve"> staničního ZZ</w:t>
      </w:r>
      <w:r w:rsidR="00C54852" w:rsidRPr="00930B76">
        <w:t>, přičemž celková hodnota alespoň jedné provedené stavební práce musí, včetně případ</w:t>
      </w:r>
      <w:r w:rsidR="00C54852">
        <w:t xml:space="preserve">ných poddodávek, činit alespoň </w:t>
      </w:r>
      <w:r w:rsidR="00C73E99">
        <w:rPr>
          <w:b/>
        </w:rPr>
        <w:t>19 020 000,</w:t>
      </w:r>
      <w:r w:rsidR="00C54852" w:rsidRPr="00467D9D">
        <w:rPr>
          <w:b/>
        </w:rPr>
        <w:t>-</w:t>
      </w:r>
      <w:r w:rsidR="00C54852">
        <w:t xml:space="preserve"> </w:t>
      </w:r>
      <w:r w:rsidR="00C54852" w:rsidRPr="00930B76">
        <w:rPr>
          <w:b/>
        </w:rPr>
        <w:t xml:space="preserve">Kč </w:t>
      </w:r>
      <w:r w:rsidR="00C54852" w:rsidRPr="00930B76">
        <w:t>bez DPH. Ho</w:t>
      </w:r>
      <w:r w:rsidR="00C54852">
        <w:t xml:space="preserve">dnotou stavebních prací se </w:t>
      </w:r>
      <w:r w:rsidR="00C54852" w:rsidRPr="00E74F21">
        <w:rPr>
          <w:rFonts w:cs="Arial"/>
          <w:iCs/>
        </w:rPr>
        <w:t>pro účely posouzení splnění kritérií technické kvalifikace</w:t>
      </w:r>
      <w:r w:rsidR="00C54852">
        <w:t xml:space="preserve"> rozumí cena, za kterou dodavatel provedl předmětné stavební práce; tato cena nebude upravována o míru inflace tak, aby odpovídala současným hodnotám stavebních prací</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CFFEA39" w:rsidR="00616090" w:rsidRDefault="00616090" w:rsidP="00616090">
      <w:pPr>
        <w:pStyle w:val="Odrka1-2-"/>
      </w:pPr>
      <w:r>
        <w:t>do těla závazného vzoru smlouvy celkovou nabídkovou cenu díla</w:t>
      </w:r>
      <w:r w:rsidR="0078089E">
        <w:t xml:space="preserve"> (tj. Cena Díla souboru staveb) a nabídkovou cenu jednotlivých staveb (tj. Cena Díla stavby A a Cena Díla stavby B)</w:t>
      </w:r>
      <w:r>
        <w:t xml:space="preserve">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08185710"/>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08185711"/>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08185712"/>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66E90">
        <w:rPr>
          <w:rFonts w:cs="Arial"/>
          <w:b/>
        </w:rPr>
        <w:t>Nabídky lze podat v termínu, který je uveden na profilu zadavatele:</w:t>
      </w:r>
      <w:r w:rsidRPr="00F66E90">
        <w:rPr>
          <w:rFonts w:cs="Arial"/>
        </w:rPr>
        <w:t xml:space="preserve"> </w:t>
      </w:r>
      <w:hyperlink r:id="rId22" w:history="1">
        <w:r w:rsidRPr="00F66E90">
          <w:rPr>
            <w:rStyle w:val="Hypertextovodkaz"/>
            <w:rFonts w:cs="Arial"/>
            <w:b/>
            <w:bCs/>
            <w:lang w:eastAsia="cs-CZ"/>
          </w:rPr>
          <w:t>https://zakazky.spravazeleznic.cz/</w:t>
        </w:r>
      </w:hyperlink>
      <w:r w:rsidRPr="00F66E90">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F5B44D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A76559" w:rsidRDefault="00695DAA" w:rsidP="00695DAA">
      <w:pPr>
        <w:pStyle w:val="Odrka1-1"/>
      </w:pPr>
      <w:r>
        <w:lastRenderedPageBreak/>
        <w:t xml:space="preserve">Harmonogram postupu prací zpracovaný podle požadavků zadavatele stanovených v </w:t>
      </w:r>
      <w:r w:rsidRPr="00A76559">
        <w:t>článku 9.1 této Výzvy.</w:t>
      </w:r>
    </w:p>
    <w:p w14:paraId="5BCB91B5" w14:textId="558D9C10" w:rsidR="00695DAA" w:rsidRPr="00A76559" w:rsidRDefault="00695DAA" w:rsidP="00695DAA">
      <w:pPr>
        <w:pStyle w:val="Odrka1-1"/>
      </w:pPr>
      <w:r w:rsidRPr="00A76559">
        <w:t>Specifikace</w:t>
      </w:r>
      <w:r w:rsidR="00A76559" w:rsidRPr="00A76559">
        <w:t xml:space="preserve"> typu zabezpečovacího zařízení</w:t>
      </w:r>
      <w:r w:rsidRPr="00A76559">
        <w:t xml:space="preserve"> dle č.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AE71E6F" w:rsidR="0035531B" w:rsidRPr="009F4976" w:rsidRDefault="00695DAA" w:rsidP="00695DAA">
      <w:pPr>
        <w:pStyle w:val="Odrka1-1"/>
      </w:pPr>
      <w:r w:rsidRPr="009F4976">
        <w:t xml:space="preserve">Oceněný Soupis prací </w:t>
      </w:r>
      <w:r w:rsidR="00BB0379" w:rsidRPr="009F4976">
        <w:t>obsažený</w:t>
      </w:r>
      <w:r w:rsidRPr="009F4976">
        <w:t xml:space="preserve"> v Dílu 4 zadávací dokumentace</w:t>
      </w:r>
      <w:r w:rsidR="00BB0379" w:rsidRPr="009F4976">
        <w:t>, včetně Rekapitulace ceny dle SO a PS</w:t>
      </w:r>
      <w:r w:rsidR="0035531B" w:rsidRPr="009F4976">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08185713"/>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w:t>
      </w:r>
      <w:r w:rsidRPr="004C086E">
        <w:lastRenderedPageBreak/>
        <w:t>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E113B71" w:rsidR="0035531B" w:rsidRDefault="004C086E" w:rsidP="004C086E">
      <w:pPr>
        <w:pStyle w:val="Text1-1"/>
      </w:pPr>
      <w:r w:rsidRPr="004C086E">
        <w:t>Nabídková cena</w:t>
      </w:r>
      <w:r w:rsidR="005D17D7">
        <w:t xml:space="preserve"> (a to jak souboru staveb, tak i jednotlivých staveb)</w:t>
      </w:r>
      <w:r w:rsidRPr="004C086E">
        <w:t xml:space="preserve"> bude v návrhu Smlouvy o dílo uvedena v Kč bez DPH. Nabídková cena bude zaokrouhlená na dvě desetinná místa. </w:t>
      </w:r>
      <w:r w:rsidRPr="008645EE">
        <w:t xml:space="preserve">V případě rozporu mezi nabídkovou cenou </w:t>
      </w:r>
      <w:r w:rsidR="005D17D7">
        <w:t xml:space="preserve">souboru staveb </w:t>
      </w:r>
      <w:r w:rsidRPr="008645EE">
        <w:t xml:space="preserve">uvedenou v návrhu Smlouvy o dílo a </w:t>
      </w:r>
      <w:r w:rsidR="005D17D7">
        <w:t xml:space="preserve">celkovou </w:t>
      </w:r>
      <w:r w:rsidRPr="008645EE">
        <w:t>nabídkovou cenou</w:t>
      </w:r>
      <w:r w:rsidR="005D17D7">
        <w:t xml:space="preserve"> souboru staveb</w:t>
      </w:r>
      <w:r w:rsidRPr="008645EE">
        <w:t xml:space="preserve">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08185714"/>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B10320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743A84">
        <w:t xml:space="preserve">plnění. Ve stejném poměru, v jakém dojde k úpravě smluvní ceny pro účely smlouvy s novým dodavatelem oproti nabídce nového dodavatele předložené ve výběrovém řízení, se upraví též výše bankovní </w:t>
      </w:r>
      <w:r w:rsidR="00C01E17" w:rsidRPr="00743A84">
        <w:t xml:space="preserve">či pojistné </w:t>
      </w:r>
      <w:r w:rsidRPr="00743A84">
        <w:t>záruky k zajištění plnění Smlouvy (</w:t>
      </w:r>
      <w:r w:rsidR="00C01E17" w:rsidRPr="00743A84">
        <w:t>Bankovní záruka za provedení Díla a Pojistná záruka za provedení Díla</w:t>
      </w:r>
      <w:r w:rsidRPr="00743A84">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08185715"/>
      <w:r>
        <w:lastRenderedPageBreak/>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08185716"/>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08185717"/>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68137771" w:rsidR="0035531B" w:rsidRDefault="007B3D4D" w:rsidP="0034455B">
      <w:pPr>
        <w:pStyle w:val="Text1-1"/>
      </w:pPr>
      <w:r w:rsidRPr="007B3D4D">
        <w:t xml:space="preserve">V rámci hodnotícího kritéria bude hodnocena výše nabídkové ceny </w:t>
      </w:r>
      <w:r w:rsidR="005D17D7">
        <w:t xml:space="preserve">souboru staveb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08185718"/>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0B92DE5" w:rsidR="0018364C" w:rsidRDefault="007B3D4D" w:rsidP="00743A84">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743A84">
        <w:t>.</w:t>
      </w:r>
    </w:p>
    <w:p w14:paraId="2ACC89C4" w14:textId="3FA1685B" w:rsidR="005D4921" w:rsidRDefault="007B3D4D" w:rsidP="00761333">
      <w:pPr>
        <w:pStyle w:val="Text1-1"/>
      </w:pPr>
      <w:r w:rsidRPr="00930B76">
        <w:t xml:space="preserve">Pokud bude nabídka vybraného dodavatele obsahovat nabídkovou cenu, která </w:t>
      </w:r>
      <w:r w:rsidR="00724DB1">
        <w:t xml:space="preserve">v součtu s hodnotou zadavatelem poskytovaného materiálu uvedeného v čl. 5.3 této Výzvy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08185719"/>
      <w:r>
        <w:lastRenderedPageBreak/>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4CA63E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B4D17">
        <w:t>v článku 19.3</w:t>
      </w:r>
      <w:r w:rsidR="00611407" w:rsidRPr="00DB4D17">
        <w:t xml:space="preserve"> (s výjimkou bankovní </w:t>
      </w:r>
      <w:r w:rsidR="00D1751A" w:rsidRPr="00DB4D17">
        <w:t xml:space="preserve">či pojistné </w:t>
      </w:r>
      <w:r w:rsidR="00611407" w:rsidRPr="00DB4D17">
        <w:t>záruky)</w:t>
      </w:r>
      <w:r w:rsidRPr="00DB4D17">
        <w:t xml:space="preserve">, resp. v článku 19.4 </w:t>
      </w:r>
      <w:r w:rsidR="005909AC" w:rsidRPr="00DB4D17">
        <w:t xml:space="preserve">až 19.8 </w:t>
      </w:r>
      <w:r w:rsidRPr="00DB4D17">
        <w:t>Výzvy</w:t>
      </w:r>
      <w:r w:rsidR="002952C6" w:rsidRPr="00DB4D17">
        <w:t>,</w:t>
      </w:r>
      <w:r w:rsidR="002952C6">
        <w:t xml:space="preserve">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090B6F8A"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64DAB510" w14:textId="17ECBCCE"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DB4D17">
        <w:t>ecifikované plnění poskytnout.</w:t>
      </w:r>
      <w:r w:rsidR="0035531B">
        <w:t xml:space="preserve"> </w:t>
      </w:r>
    </w:p>
    <w:p w14:paraId="668DCAE3" w14:textId="70C5884C" w:rsidR="001B5ED5" w:rsidRDefault="001B5ED5" w:rsidP="001B5ED5">
      <w:pPr>
        <w:pStyle w:val="Odrka1-1"/>
      </w:pPr>
      <w:r>
        <w:t xml:space="preserve">kopie smlouvy uzavřené s výrobcem nebo </w:t>
      </w:r>
      <w:r w:rsidRPr="00122575">
        <w:t xml:space="preserve">dodavatelem </w:t>
      </w:r>
      <w:r w:rsidR="00122575" w:rsidRPr="00122575">
        <w:t>zabezpečovacího zařízení</w:t>
      </w:r>
      <w:r w:rsidRPr="00122575">
        <w:t xml:space="preserve"> ve smyslu čl. 9.1 této Výzvy, nebude-li dodavatel současně i výrobcem nebo dodavatelem tohoto zařízení, kterou prokáže, že bude mít toto </w:t>
      </w:r>
      <w:r w:rsidR="00122575" w:rsidRPr="00122575">
        <w:t xml:space="preserve">zabezpečovací </w:t>
      </w:r>
      <w:r w:rsidR="009D0F0A" w:rsidRPr="00122575">
        <w:t>zařízení</w:t>
      </w:r>
      <w:r w:rsidR="00122575" w:rsidRPr="00122575">
        <w:t xml:space="preserve"> </w:t>
      </w:r>
      <w:r w:rsidRPr="00122575">
        <w:t>k jeho použití pro plnění předmětné veřejné zakázky</w:t>
      </w:r>
      <w:r>
        <w:t xml:space="preserve"> k dispozici a že bude mít zajištěnu i jeho odbornou montáž, případně bude smlouva obsahovat souhlas výrobce nebo dodavatele </w:t>
      </w:r>
      <w:r w:rsidR="00122575">
        <w:t xml:space="preserve">zabezpečovacího </w:t>
      </w:r>
      <w:r w:rsidR="009D0F0A">
        <w:t>zařízení</w:t>
      </w:r>
      <w:r>
        <w:t xml:space="preserve"> s tím, že je dodavatel sám schopen toto zařízení odborně sestavit a namontovat; </w:t>
      </w:r>
    </w:p>
    <w:p w14:paraId="5E3A4BF3" w14:textId="1C703D70" w:rsidR="0035531B" w:rsidRDefault="0035531B" w:rsidP="007038DC">
      <w:pPr>
        <w:pStyle w:val="Odrka1-1"/>
      </w:pPr>
      <w:r>
        <w:lastRenderedPageBreak/>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pracovníci pro řízení projektování</w:t>
      </w:r>
      <w:r w:rsidR="009D0F0A">
        <w:t xml:space="preserve">, nebo dokladu dle § </w:t>
      </w:r>
      <w:r w:rsidR="00D431A5">
        <w:t>19</w:t>
      </w:r>
      <w:r w:rsidR="009D0F0A">
        <w:t xml:space="preserve"> </w:t>
      </w:r>
      <w:r w:rsidR="003C25B8">
        <w:t xml:space="preserve">odst. 2 </w:t>
      </w:r>
      <w:r w:rsidR="009D0F0A">
        <w:t xml:space="preserve">zák. 250/2021 Sb., </w:t>
      </w:r>
      <w:r w:rsidR="009D0F0A" w:rsidRPr="008979C9">
        <w:t>o bezpečnosti práce v souvislosti s provozem vyhrazených technických zařízení a o změně souvisejících zákonů</w:t>
      </w:r>
      <w:r>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2B756479"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9051AF">
        <w:t>předpisů,</w:t>
      </w:r>
      <w:r w:rsidR="00845C50" w:rsidRPr="009051AF">
        <w:t xml:space="preserve"> a </w:t>
      </w:r>
      <w:r w:rsidRPr="009051AF">
        <w:t>to elektrických</w:t>
      </w:r>
      <w:r>
        <w:t xml:space="preserve"> UTZ železničních drah</w:t>
      </w:r>
      <w:r w:rsidR="00092CC9">
        <w:t xml:space="preserve"> v </w:t>
      </w:r>
      <w:r>
        <w:t xml:space="preserve">rozsahu: </w:t>
      </w:r>
    </w:p>
    <w:p w14:paraId="519C442F" w14:textId="0886997A" w:rsidR="009051AF" w:rsidRDefault="009051AF" w:rsidP="009051AF">
      <w:pPr>
        <w:pStyle w:val="Odrka1-3"/>
        <w:numPr>
          <w:ilvl w:val="3"/>
          <w:numId w:val="8"/>
        </w:numPr>
      </w:pPr>
      <w:r>
        <w:t>elektrické sítě drah a elektrické rozvody drah</w:t>
      </w:r>
    </w:p>
    <w:p w14:paraId="1E04D8C5" w14:textId="5CB39304" w:rsidR="007D5A8D" w:rsidRDefault="007D5A8D" w:rsidP="009051AF">
      <w:pPr>
        <w:pStyle w:val="Textbezslovn"/>
        <w:ind w:left="0"/>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w:t>
      </w:r>
      <w: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08185720"/>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08185721"/>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lastRenderedPageBreak/>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F2AF3CA" w:rsidR="004F6CAF" w:rsidRDefault="007F0544" w:rsidP="004F6CAF">
      <w:pPr>
        <w:pStyle w:val="Odrka1-1"/>
      </w:pPr>
      <w:r>
        <w:t>studentské exkurze.</w:t>
      </w:r>
    </w:p>
    <w:p w14:paraId="49F0953E" w14:textId="7E54238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DC41A0">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08185722"/>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08185723"/>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FA5459" w:rsidRDefault="0035531B" w:rsidP="00564DDD">
      <w:pPr>
        <w:pStyle w:val="Textbezslovn"/>
        <w:spacing w:after="0"/>
      </w:pPr>
      <w:r w:rsidRPr="00FA5459">
        <w:lastRenderedPageBreak/>
        <w:t>V</w:t>
      </w:r>
      <w:r w:rsidR="00B36181" w:rsidRPr="00FA5459">
        <w:t> </w:t>
      </w:r>
      <w:r w:rsidRPr="00FA5459">
        <w:t>Praze dne ……………………</w:t>
      </w:r>
    </w:p>
    <w:p w14:paraId="26A13A79" w14:textId="77777777" w:rsidR="0035531B" w:rsidRPr="00FA5459" w:rsidRDefault="0035531B" w:rsidP="00564DDD">
      <w:pPr>
        <w:pStyle w:val="Textbezslovn"/>
        <w:spacing w:after="0"/>
      </w:pPr>
    </w:p>
    <w:p w14:paraId="124D0D46" w14:textId="77777777" w:rsidR="0035531B" w:rsidRPr="00FA5459" w:rsidRDefault="0035531B" w:rsidP="00564DDD">
      <w:pPr>
        <w:pStyle w:val="Textbezslovn"/>
        <w:spacing w:after="0"/>
      </w:pPr>
    </w:p>
    <w:p w14:paraId="3102FDB0" w14:textId="77777777" w:rsidR="0035531B" w:rsidRPr="00FA5459" w:rsidRDefault="0035531B" w:rsidP="00564DDD">
      <w:pPr>
        <w:pStyle w:val="Textbezslovn"/>
        <w:spacing w:after="0"/>
      </w:pPr>
    </w:p>
    <w:p w14:paraId="5ACB18CF" w14:textId="037D3D1E" w:rsidR="0035531B" w:rsidRPr="00FA5459" w:rsidRDefault="0035531B" w:rsidP="00564DDD">
      <w:pPr>
        <w:pStyle w:val="Textbezslovn"/>
        <w:spacing w:after="0"/>
      </w:pPr>
      <w:r w:rsidRPr="00FA5459">
        <w:t>……………………………………………</w:t>
      </w:r>
      <w:r w:rsidR="007F0544">
        <w:t>…</w:t>
      </w:r>
    </w:p>
    <w:p w14:paraId="3C83AF2A" w14:textId="77777777" w:rsidR="0035531B" w:rsidRPr="00FA5459" w:rsidRDefault="0035531B" w:rsidP="00564DDD">
      <w:pPr>
        <w:pStyle w:val="Textbezslovn"/>
        <w:spacing w:after="0"/>
      </w:pPr>
      <w:r w:rsidRPr="00FA5459">
        <w:t>Ing. Mojmír Nejezchleb</w:t>
      </w:r>
    </w:p>
    <w:p w14:paraId="22E3C2AA" w14:textId="77777777" w:rsidR="0035531B" w:rsidRPr="00FA5459" w:rsidRDefault="0035531B" w:rsidP="00564DDD">
      <w:pPr>
        <w:pStyle w:val="Textbezslovn"/>
        <w:spacing w:after="0"/>
      </w:pPr>
      <w:r w:rsidRPr="00FA5459">
        <w:t>náměstek generálního ředitele pro modernizaci dráhy</w:t>
      </w:r>
    </w:p>
    <w:p w14:paraId="16AFB686" w14:textId="77777777" w:rsidR="00564DDD" w:rsidRDefault="0035531B" w:rsidP="00B36181">
      <w:pPr>
        <w:pStyle w:val="Textbezslovn"/>
        <w:spacing w:after="0"/>
      </w:pPr>
      <w:r w:rsidRPr="00FA5459">
        <w:t>Správa železni</w:t>
      </w:r>
      <w:r w:rsidR="00B277ED" w:rsidRPr="00FA5459">
        <w:t>c</w:t>
      </w:r>
      <w:r w:rsidRPr="00FA5459">
        <w:t>,</w:t>
      </w:r>
      <w:r w:rsidR="00B277ED" w:rsidRPr="00FA5459">
        <w:t xml:space="preserve"> </w:t>
      </w:r>
      <w:r w:rsidRPr="00FA5459">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36E5F1F" w:rsidR="008C65E0" w:rsidRDefault="006A6AF2" w:rsidP="006A6AF2">
      <w:pPr>
        <w:pStyle w:val="Textbezslovn"/>
        <w:ind w:left="0"/>
      </w:pPr>
      <w:r w:rsidRPr="006A6AF2">
        <w:t xml:space="preserve">Řádně jsme se seznámili se zněním zadávacích podmínek veřejné zakázky </w:t>
      </w:r>
      <w:r w:rsidR="007C4A5C">
        <w:t xml:space="preserve">na soubor staveb </w:t>
      </w:r>
      <w:r w:rsidRPr="006A6AF2">
        <w:t xml:space="preserve">s názvem </w:t>
      </w:r>
      <w:r w:rsidR="007C4A5C" w:rsidRPr="007C4A5C">
        <w:rPr>
          <w:b/>
        </w:rPr>
        <w:t>A: „Rekonstrukce SZZ v žst. Kopidlno“</w:t>
      </w:r>
      <w:r w:rsidR="007C4A5C">
        <w:t xml:space="preserve"> a </w:t>
      </w:r>
      <w:r w:rsidR="007C4A5C" w:rsidRPr="007C4A5C">
        <w:rPr>
          <w:b/>
        </w:rPr>
        <w:t>B: „Zrušení závorářského stanoviště odb. Kamensko“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C4A5C">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0177EC7" w14:textId="6A0A32D1" w:rsidR="002369BD" w:rsidRDefault="00EE3C5F" w:rsidP="002369BD">
            <w:pPr>
              <w:rPr>
                <w:b/>
                <w:sz w:val="16"/>
                <w:szCs w:val="16"/>
              </w:rPr>
            </w:pPr>
            <w:r w:rsidRPr="00EE3C5F">
              <w:rPr>
                <w:b/>
                <w:sz w:val="16"/>
                <w:szCs w:val="16"/>
              </w:rPr>
              <w:t>Funkce</w:t>
            </w:r>
          </w:p>
          <w:p w14:paraId="384E405D" w14:textId="244C71DD" w:rsidR="00EE3C5F" w:rsidRPr="00EE3C5F" w:rsidRDefault="002369BD" w:rsidP="002369BD">
            <w:pPr>
              <w:rPr>
                <w:b/>
                <w:sz w:val="16"/>
                <w:szCs w:val="16"/>
              </w:rPr>
            </w:pPr>
            <w:r>
              <w:rPr>
                <w:b/>
                <w:sz w:val="16"/>
                <w:szCs w:val="16"/>
              </w:rPr>
              <w:t>J</w:t>
            </w:r>
            <w:r w:rsidR="00EE3C5F" w:rsidRPr="00EE3C5F">
              <w:rPr>
                <w:b/>
                <w:sz w:val="16"/>
                <w:szCs w:val="16"/>
              </w:rPr>
              <w:t xml:space="preserve">méno </w:t>
            </w:r>
            <w:r w:rsidR="009560DD">
              <w:rPr>
                <w:b/>
                <w:sz w:val="16"/>
                <w:szCs w:val="16"/>
              </w:rPr>
              <w:t>a příjmení</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433AB114"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096D1BD"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w:t>
      </w:r>
      <w:r w:rsidR="007C4A5C">
        <w:rPr>
          <w:rFonts w:eastAsia="Times New Roman" w:cs="Times New Roman"/>
          <w:lang w:eastAsia="cs-CZ"/>
        </w:rPr>
        <w:t xml:space="preserve"> na soubor staveb</w:t>
      </w:r>
      <w:r>
        <w:rPr>
          <w:rFonts w:eastAsia="Times New Roman" w:cs="Times New Roman"/>
          <w:lang w:eastAsia="cs-CZ"/>
        </w:rPr>
        <w:t xml:space="preserve"> s názvem </w:t>
      </w:r>
      <w:r w:rsidR="007C4A5C" w:rsidRPr="007C4A5C">
        <w:rPr>
          <w:b/>
        </w:rPr>
        <w:t>A: „Rekonstrukce SZZ v žst. Kopidlno“</w:t>
      </w:r>
      <w:r w:rsidR="007C4A5C">
        <w:t xml:space="preserve"> a </w:t>
      </w:r>
      <w:r w:rsidR="007C4A5C" w:rsidRPr="007C4A5C">
        <w:rPr>
          <w:b/>
        </w:rPr>
        <w:t>B: „Zrušení závorářského stanoviště odb. Kamensko“</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E3B53" w16cex:dateUtc="2022-08-10T12:12:00Z"/>
  <w16cex:commentExtensible w16cex:durableId="269E3C1F" w16cex:dateUtc="2022-08-10T12:15:00Z"/>
  <w16cex:commentExtensible w16cex:durableId="269E3C9A" w16cex:dateUtc="2022-08-10T12:18:00Z"/>
  <w16cex:commentExtensible w16cex:durableId="269E3DD6" w16cex:dateUtc="2022-08-10T12:23:00Z"/>
  <w16cex:commentExtensible w16cex:durableId="269E40A8" w16cex:dateUtc="2022-08-10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0FAC0C" w16cid:durableId="269E3919"/>
  <w16cid:commentId w16cid:paraId="36D9B3B4" w16cid:durableId="269E3B53"/>
  <w16cid:commentId w16cid:paraId="7282B92B" w16cid:durableId="269E391A"/>
  <w16cid:commentId w16cid:paraId="685AF3DA" w16cid:durableId="269E3C1F"/>
  <w16cid:commentId w16cid:paraId="512B0563" w16cid:durableId="269E391B"/>
  <w16cid:commentId w16cid:paraId="6CDCD966" w16cid:durableId="269E3C9A"/>
  <w16cid:commentId w16cid:paraId="64831453" w16cid:durableId="269E391C"/>
  <w16cid:commentId w16cid:paraId="4ADA3C77" w16cid:durableId="269E391D"/>
  <w16cid:commentId w16cid:paraId="36A21CF4" w16cid:durableId="269E3DD6"/>
  <w16cid:commentId w16cid:paraId="6700FE77" w16cid:durableId="269E391E"/>
  <w16cid:commentId w16cid:paraId="63E8CBDF" w16cid:durableId="269E40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4BD51" w14:textId="77777777" w:rsidR="003A35B3" w:rsidRDefault="003A35B3" w:rsidP="00962258">
      <w:pPr>
        <w:spacing w:after="0" w:line="240" w:lineRule="auto"/>
      </w:pPr>
      <w:r>
        <w:separator/>
      </w:r>
    </w:p>
  </w:endnote>
  <w:endnote w:type="continuationSeparator" w:id="0">
    <w:p w14:paraId="4C877AE8" w14:textId="77777777" w:rsidR="003A35B3" w:rsidRDefault="003A35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5B3" w:rsidRPr="00E0440E" w14:paraId="43E6FD8A" w14:textId="77777777" w:rsidTr="00EB46E5">
      <w:tc>
        <w:tcPr>
          <w:tcW w:w="1361" w:type="dxa"/>
          <w:tcMar>
            <w:left w:w="0" w:type="dxa"/>
            <w:right w:w="0" w:type="dxa"/>
          </w:tcMar>
          <w:vAlign w:val="bottom"/>
        </w:tcPr>
        <w:p w14:paraId="016FBFAA" w14:textId="72416BFF" w:rsidR="003A35B3" w:rsidRPr="00B8518B" w:rsidRDefault="003A35B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91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791F">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3A35B3" w:rsidRDefault="003A35B3" w:rsidP="00B8518B">
          <w:pPr>
            <w:pStyle w:val="Zpat"/>
          </w:pPr>
        </w:p>
      </w:tc>
      <w:tc>
        <w:tcPr>
          <w:tcW w:w="425" w:type="dxa"/>
          <w:shd w:val="clear" w:color="auto" w:fill="auto"/>
          <w:tcMar>
            <w:left w:w="0" w:type="dxa"/>
            <w:right w:w="0" w:type="dxa"/>
          </w:tcMar>
        </w:tcPr>
        <w:p w14:paraId="45F1B8FE" w14:textId="77777777" w:rsidR="003A35B3" w:rsidRDefault="003A35B3" w:rsidP="00B8518B">
          <w:pPr>
            <w:pStyle w:val="Zpat"/>
          </w:pPr>
        </w:p>
      </w:tc>
      <w:tc>
        <w:tcPr>
          <w:tcW w:w="8505" w:type="dxa"/>
        </w:tcPr>
        <w:p w14:paraId="74D3476B" w14:textId="5958D759" w:rsidR="003A35B3" w:rsidRPr="00E0440E" w:rsidRDefault="003A35B3" w:rsidP="00E0440E">
          <w:pPr>
            <w:pStyle w:val="Zpat0"/>
            <w:jc w:val="left"/>
          </w:pPr>
        </w:p>
        <w:p w14:paraId="504E6331" w14:textId="21718CB9" w:rsidR="003A35B3" w:rsidRPr="00E0440E" w:rsidRDefault="003A35B3" w:rsidP="00EB46E5">
          <w:pPr>
            <w:pStyle w:val="Zpat0"/>
          </w:pPr>
          <w:r w:rsidRPr="00E0440E">
            <w:t>Zhotovení souboru staveb:</w:t>
          </w:r>
        </w:p>
        <w:p w14:paraId="6552BBF7" w14:textId="6D0E1527" w:rsidR="003A35B3" w:rsidRPr="00E0440E" w:rsidRDefault="003A35B3" w:rsidP="00EB46E5">
          <w:pPr>
            <w:pStyle w:val="Zpat0"/>
          </w:pPr>
          <w:r w:rsidRPr="00E0440E">
            <w:t>A: „Rekonstrukce SZZ v žst. Kopidlno“</w:t>
          </w:r>
        </w:p>
        <w:p w14:paraId="16733E9E" w14:textId="2D045C99" w:rsidR="003A35B3" w:rsidRPr="00E0440E" w:rsidRDefault="003A35B3" w:rsidP="00EB46E5">
          <w:pPr>
            <w:pStyle w:val="Zpat0"/>
          </w:pPr>
          <w:r w:rsidRPr="00E0440E">
            <w:t>B: „Zrušení závorářského stanoviště odb. Kamensko“</w:t>
          </w:r>
        </w:p>
        <w:p w14:paraId="3201EED0" w14:textId="77777777" w:rsidR="003A35B3" w:rsidRPr="00E0440E" w:rsidRDefault="003A35B3" w:rsidP="00EB46E5">
          <w:pPr>
            <w:pStyle w:val="Zpat0"/>
          </w:pPr>
          <w:r w:rsidRPr="00E0440E">
            <w:t>Díl 1 – VÝZVA K PODÁNÍ NABÍDKY</w:t>
          </w:r>
        </w:p>
        <w:p w14:paraId="0F33739D" w14:textId="77777777" w:rsidR="003A35B3" w:rsidRPr="00E0440E" w:rsidRDefault="003A35B3" w:rsidP="0035531B">
          <w:pPr>
            <w:pStyle w:val="Zpat0"/>
          </w:pPr>
        </w:p>
      </w:tc>
    </w:tr>
  </w:tbl>
  <w:p w14:paraId="0F99771F" w14:textId="77777777" w:rsidR="003A35B3" w:rsidRPr="00B8518B" w:rsidRDefault="003A35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A35B3" w:rsidRPr="00B8518B" w:rsidRDefault="003A35B3" w:rsidP="00460660">
    <w:pPr>
      <w:pStyle w:val="Zpat"/>
      <w:rPr>
        <w:sz w:val="2"/>
        <w:szCs w:val="2"/>
      </w:rPr>
    </w:pPr>
  </w:p>
  <w:p w14:paraId="542534AD" w14:textId="77777777" w:rsidR="003A35B3" w:rsidRPr="00460660" w:rsidRDefault="003A35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D62F0" w14:textId="77777777" w:rsidR="003A35B3" w:rsidRDefault="003A35B3" w:rsidP="00962258">
      <w:pPr>
        <w:spacing w:after="0" w:line="240" w:lineRule="auto"/>
      </w:pPr>
      <w:r>
        <w:separator/>
      </w:r>
    </w:p>
  </w:footnote>
  <w:footnote w:type="continuationSeparator" w:id="0">
    <w:p w14:paraId="316D72AB" w14:textId="77777777" w:rsidR="003A35B3" w:rsidRDefault="003A35B3" w:rsidP="00962258">
      <w:pPr>
        <w:spacing w:after="0" w:line="240" w:lineRule="auto"/>
      </w:pPr>
      <w:r>
        <w:continuationSeparator/>
      </w:r>
    </w:p>
  </w:footnote>
  <w:footnote w:id="1">
    <w:p w14:paraId="6D9839BF" w14:textId="77777777" w:rsidR="003A35B3" w:rsidRDefault="003A35B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3A35B3" w:rsidRDefault="003A35B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3A35B3" w:rsidRDefault="003A35B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3A35B3" w:rsidRDefault="003A35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3A35B3" w:rsidRDefault="003A35B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3A35B3" w:rsidRDefault="003A35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3A35B3" w:rsidRDefault="003A35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3A35B3" w:rsidRDefault="003A35B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3A35B3" w:rsidRDefault="003A35B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3A35B3" w:rsidRDefault="003A35B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5B3" w14:paraId="79A2CDDF" w14:textId="77777777" w:rsidTr="00C02D0A">
      <w:trPr>
        <w:trHeight w:hRule="exact" w:val="454"/>
      </w:trPr>
      <w:tc>
        <w:tcPr>
          <w:tcW w:w="1361" w:type="dxa"/>
          <w:tcMar>
            <w:top w:w="57" w:type="dxa"/>
            <w:left w:w="0" w:type="dxa"/>
            <w:right w:w="0" w:type="dxa"/>
          </w:tcMar>
        </w:tcPr>
        <w:p w14:paraId="6F56E93F" w14:textId="77777777" w:rsidR="003A35B3" w:rsidRPr="00B8518B" w:rsidRDefault="003A35B3" w:rsidP="00523EA7">
          <w:pPr>
            <w:pStyle w:val="Zpat"/>
            <w:rPr>
              <w:rStyle w:val="slostrnky"/>
            </w:rPr>
          </w:pPr>
        </w:p>
      </w:tc>
      <w:tc>
        <w:tcPr>
          <w:tcW w:w="3458" w:type="dxa"/>
          <w:shd w:val="clear" w:color="auto" w:fill="auto"/>
          <w:tcMar>
            <w:top w:w="57" w:type="dxa"/>
            <w:left w:w="0" w:type="dxa"/>
            <w:right w:w="0" w:type="dxa"/>
          </w:tcMar>
        </w:tcPr>
        <w:p w14:paraId="743F0C7F" w14:textId="77777777" w:rsidR="003A35B3" w:rsidRDefault="003A35B3" w:rsidP="00523EA7">
          <w:pPr>
            <w:pStyle w:val="Zpat"/>
          </w:pPr>
        </w:p>
      </w:tc>
      <w:tc>
        <w:tcPr>
          <w:tcW w:w="5698" w:type="dxa"/>
          <w:shd w:val="clear" w:color="auto" w:fill="auto"/>
          <w:tcMar>
            <w:top w:w="57" w:type="dxa"/>
            <w:left w:w="0" w:type="dxa"/>
            <w:right w:w="0" w:type="dxa"/>
          </w:tcMar>
        </w:tcPr>
        <w:p w14:paraId="31CF52A8" w14:textId="77777777" w:rsidR="003A35B3" w:rsidRPr="00D6163D" w:rsidRDefault="003A35B3" w:rsidP="00D6163D">
          <w:pPr>
            <w:pStyle w:val="Druhdokumentu"/>
          </w:pPr>
        </w:p>
      </w:tc>
    </w:tr>
  </w:tbl>
  <w:p w14:paraId="75C0D1DB" w14:textId="77777777" w:rsidR="003A35B3" w:rsidRPr="00D6163D" w:rsidRDefault="003A35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35B3" w14:paraId="305FD5DB" w14:textId="77777777" w:rsidTr="00B22106">
      <w:trPr>
        <w:trHeight w:hRule="exact" w:val="936"/>
      </w:trPr>
      <w:tc>
        <w:tcPr>
          <w:tcW w:w="1361" w:type="dxa"/>
          <w:tcMar>
            <w:left w:w="0" w:type="dxa"/>
            <w:right w:w="0" w:type="dxa"/>
          </w:tcMar>
        </w:tcPr>
        <w:p w14:paraId="570B0069" w14:textId="77777777" w:rsidR="003A35B3" w:rsidRPr="00B8518B" w:rsidRDefault="003A35B3" w:rsidP="00FC6389">
          <w:pPr>
            <w:pStyle w:val="Zpat"/>
            <w:rPr>
              <w:rStyle w:val="slostrnky"/>
            </w:rPr>
          </w:pPr>
        </w:p>
      </w:tc>
      <w:tc>
        <w:tcPr>
          <w:tcW w:w="3458" w:type="dxa"/>
          <w:shd w:val="clear" w:color="auto" w:fill="auto"/>
          <w:tcMar>
            <w:left w:w="0" w:type="dxa"/>
            <w:right w:w="0" w:type="dxa"/>
          </w:tcMar>
        </w:tcPr>
        <w:p w14:paraId="5C1BA917" w14:textId="77777777" w:rsidR="003A35B3" w:rsidRDefault="003A35B3" w:rsidP="00FC6389">
          <w:pPr>
            <w:pStyle w:val="Zpat"/>
          </w:pPr>
        </w:p>
      </w:tc>
      <w:tc>
        <w:tcPr>
          <w:tcW w:w="5756" w:type="dxa"/>
          <w:shd w:val="clear" w:color="auto" w:fill="auto"/>
          <w:tcMar>
            <w:left w:w="0" w:type="dxa"/>
            <w:right w:w="0" w:type="dxa"/>
          </w:tcMar>
        </w:tcPr>
        <w:p w14:paraId="2C32B53E" w14:textId="77777777" w:rsidR="003A35B3" w:rsidRPr="00D6163D" w:rsidRDefault="003A35B3" w:rsidP="00FC6389">
          <w:pPr>
            <w:pStyle w:val="Druhdokumentu"/>
          </w:pPr>
        </w:p>
      </w:tc>
    </w:tr>
    <w:tr w:rsidR="003A35B3" w14:paraId="69F8D53D" w14:textId="77777777" w:rsidTr="00B22106">
      <w:trPr>
        <w:trHeight w:hRule="exact" w:val="936"/>
      </w:trPr>
      <w:tc>
        <w:tcPr>
          <w:tcW w:w="1361" w:type="dxa"/>
          <w:tcMar>
            <w:left w:w="0" w:type="dxa"/>
            <w:right w:w="0" w:type="dxa"/>
          </w:tcMar>
        </w:tcPr>
        <w:p w14:paraId="679BED3A" w14:textId="77777777" w:rsidR="003A35B3" w:rsidRPr="00B8518B" w:rsidRDefault="003A35B3" w:rsidP="00FC6389">
          <w:pPr>
            <w:pStyle w:val="Zpat"/>
            <w:rPr>
              <w:rStyle w:val="slostrnky"/>
            </w:rPr>
          </w:pPr>
        </w:p>
      </w:tc>
      <w:tc>
        <w:tcPr>
          <w:tcW w:w="3458" w:type="dxa"/>
          <w:shd w:val="clear" w:color="auto" w:fill="auto"/>
          <w:tcMar>
            <w:left w:w="0" w:type="dxa"/>
            <w:right w:w="0" w:type="dxa"/>
          </w:tcMar>
        </w:tcPr>
        <w:p w14:paraId="63E8AC86" w14:textId="77777777" w:rsidR="003A35B3" w:rsidRDefault="003A35B3" w:rsidP="00FC6389">
          <w:pPr>
            <w:pStyle w:val="Zpat"/>
          </w:pPr>
        </w:p>
      </w:tc>
      <w:tc>
        <w:tcPr>
          <w:tcW w:w="5756" w:type="dxa"/>
          <w:shd w:val="clear" w:color="auto" w:fill="auto"/>
          <w:tcMar>
            <w:left w:w="0" w:type="dxa"/>
            <w:right w:w="0" w:type="dxa"/>
          </w:tcMar>
        </w:tcPr>
        <w:p w14:paraId="702F8471" w14:textId="77777777" w:rsidR="003A35B3" w:rsidRPr="00D6163D" w:rsidRDefault="003A35B3" w:rsidP="00FC6389">
          <w:pPr>
            <w:pStyle w:val="Druhdokumentu"/>
          </w:pPr>
        </w:p>
      </w:tc>
    </w:tr>
  </w:tbl>
  <w:p w14:paraId="0A197E79" w14:textId="77777777" w:rsidR="003A35B3" w:rsidRPr="00D6163D" w:rsidRDefault="003A35B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A35B3" w:rsidRPr="00460660" w:rsidRDefault="003A35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42C3"/>
    <w:multiLevelType w:val="hybridMultilevel"/>
    <w:tmpl w:val="6A62AE5E"/>
    <w:lvl w:ilvl="0" w:tplc="AD1EC1FC">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E65319"/>
    <w:multiLevelType w:val="hybridMultilevel"/>
    <w:tmpl w:val="F2BCA9D2"/>
    <w:lvl w:ilvl="0" w:tplc="95FC757E">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3C642E5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B20A52"/>
    <w:multiLevelType w:val="hybridMultilevel"/>
    <w:tmpl w:val="EBACA2D6"/>
    <w:lvl w:ilvl="0" w:tplc="B63A4B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0"/>
  </w:num>
  <w:num w:numId="8">
    <w:abstractNumId w:val="8"/>
  </w:num>
  <w:num w:numId="9">
    <w:abstractNumId w:val="15"/>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1"/>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1"/>
  </w:num>
  <w:num w:numId="27">
    <w:abstractNumId w:val="1"/>
  </w:num>
  <w:num w:numId="28">
    <w:abstractNumId w:val="1"/>
  </w:num>
  <w:num w:numId="29">
    <w:abstractNumId w:val="8"/>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
  </w:num>
  <w:num w:numId="33">
    <w:abstractNumId w:val="8"/>
  </w:num>
  <w:num w:numId="34">
    <w:abstractNumId w:val="8"/>
  </w:num>
  <w:num w:numId="35">
    <w:abstractNumId w:val="1"/>
  </w:num>
  <w:num w:numId="36">
    <w:abstractNumId w:val="1"/>
  </w:num>
  <w:num w:numId="37">
    <w:abstractNumId w:val="9"/>
  </w:num>
  <w:num w:numId="38">
    <w:abstractNumId w:val="11"/>
  </w:num>
  <w:num w:numId="39">
    <w:abstractNumId w:val="8"/>
  </w:num>
  <w:num w:numId="40">
    <w:abstractNumId w:val="1"/>
  </w:num>
  <w:num w:numId="41">
    <w:abstractNumId w:val="1"/>
  </w:num>
  <w:num w:numId="42">
    <w:abstractNumId w:val="8"/>
  </w:num>
  <w:num w:numId="43">
    <w:abstractNumId w:val="8"/>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6"/>
  </w:num>
  <w:num w:numId="47">
    <w:abstractNumId w:val="13"/>
  </w:num>
  <w:num w:numId="48">
    <w:abstractNumId w:val="3"/>
  </w:num>
  <w:num w:numId="4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0631D"/>
    <w:rsid w:val="00011AC7"/>
    <w:rsid w:val="00012CFC"/>
    <w:rsid w:val="0001355D"/>
    <w:rsid w:val="00015DBC"/>
    <w:rsid w:val="000174E8"/>
    <w:rsid w:val="00017F3C"/>
    <w:rsid w:val="000203DB"/>
    <w:rsid w:val="00025680"/>
    <w:rsid w:val="000259F7"/>
    <w:rsid w:val="00025F06"/>
    <w:rsid w:val="000314E9"/>
    <w:rsid w:val="0003198B"/>
    <w:rsid w:val="000338E9"/>
    <w:rsid w:val="000363D7"/>
    <w:rsid w:val="00041D9D"/>
    <w:rsid w:val="00041EC8"/>
    <w:rsid w:val="00043827"/>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3BCD"/>
    <w:rsid w:val="00082434"/>
    <w:rsid w:val="000839DD"/>
    <w:rsid w:val="00085564"/>
    <w:rsid w:val="00090767"/>
    <w:rsid w:val="00091CD6"/>
    <w:rsid w:val="00092CC9"/>
    <w:rsid w:val="000961B4"/>
    <w:rsid w:val="000B0D62"/>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2575"/>
    <w:rsid w:val="00132890"/>
    <w:rsid w:val="00135124"/>
    <w:rsid w:val="0014016B"/>
    <w:rsid w:val="00142F26"/>
    <w:rsid w:val="00146496"/>
    <w:rsid w:val="00146BCB"/>
    <w:rsid w:val="00146DD0"/>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4568"/>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1F6C1A"/>
    <w:rsid w:val="00202B5D"/>
    <w:rsid w:val="0020586C"/>
    <w:rsid w:val="0020719F"/>
    <w:rsid w:val="002071BB"/>
    <w:rsid w:val="00207DF5"/>
    <w:rsid w:val="0021225E"/>
    <w:rsid w:val="002222C1"/>
    <w:rsid w:val="00233A30"/>
    <w:rsid w:val="00233A53"/>
    <w:rsid w:val="00235EB5"/>
    <w:rsid w:val="00235F02"/>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AFE"/>
    <w:rsid w:val="00280CE6"/>
    <w:rsid w:val="00283302"/>
    <w:rsid w:val="0028791F"/>
    <w:rsid w:val="002924B8"/>
    <w:rsid w:val="002926C6"/>
    <w:rsid w:val="00293D5C"/>
    <w:rsid w:val="002952C6"/>
    <w:rsid w:val="002A1957"/>
    <w:rsid w:val="002A3B57"/>
    <w:rsid w:val="002C04EE"/>
    <w:rsid w:val="002C31BF"/>
    <w:rsid w:val="002D0348"/>
    <w:rsid w:val="002D4495"/>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2A43"/>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35B3"/>
    <w:rsid w:val="003A4513"/>
    <w:rsid w:val="003B26BD"/>
    <w:rsid w:val="003B2F37"/>
    <w:rsid w:val="003B4E63"/>
    <w:rsid w:val="003B596D"/>
    <w:rsid w:val="003C00AA"/>
    <w:rsid w:val="003C25B8"/>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3C8B"/>
    <w:rsid w:val="0042745B"/>
    <w:rsid w:val="00427794"/>
    <w:rsid w:val="004467CE"/>
    <w:rsid w:val="00450F07"/>
    <w:rsid w:val="00451D51"/>
    <w:rsid w:val="0045221E"/>
    <w:rsid w:val="00452F69"/>
    <w:rsid w:val="00453CD3"/>
    <w:rsid w:val="00453D51"/>
    <w:rsid w:val="00454716"/>
    <w:rsid w:val="00454BB9"/>
    <w:rsid w:val="00455991"/>
    <w:rsid w:val="00457582"/>
    <w:rsid w:val="00460660"/>
    <w:rsid w:val="004645BC"/>
    <w:rsid w:val="00464BA9"/>
    <w:rsid w:val="00467D9D"/>
    <w:rsid w:val="00470B77"/>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28AD"/>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4BDF"/>
    <w:rsid w:val="005162DA"/>
    <w:rsid w:val="005210B3"/>
    <w:rsid w:val="00523BB5"/>
    <w:rsid w:val="00523EA7"/>
    <w:rsid w:val="005406EB"/>
    <w:rsid w:val="00542A90"/>
    <w:rsid w:val="00544A85"/>
    <w:rsid w:val="00546FFB"/>
    <w:rsid w:val="00551E4C"/>
    <w:rsid w:val="00553375"/>
    <w:rsid w:val="00555884"/>
    <w:rsid w:val="00560665"/>
    <w:rsid w:val="00564DDD"/>
    <w:rsid w:val="00565D72"/>
    <w:rsid w:val="00565F22"/>
    <w:rsid w:val="0056655E"/>
    <w:rsid w:val="00567532"/>
    <w:rsid w:val="005736B7"/>
    <w:rsid w:val="00575E5A"/>
    <w:rsid w:val="00577A3C"/>
    <w:rsid w:val="00580245"/>
    <w:rsid w:val="00584AFA"/>
    <w:rsid w:val="00587D6D"/>
    <w:rsid w:val="005909AC"/>
    <w:rsid w:val="00595053"/>
    <w:rsid w:val="00595B2D"/>
    <w:rsid w:val="005971DD"/>
    <w:rsid w:val="005A1F44"/>
    <w:rsid w:val="005A3D2F"/>
    <w:rsid w:val="005A4B24"/>
    <w:rsid w:val="005B3472"/>
    <w:rsid w:val="005B5EA8"/>
    <w:rsid w:val="005B64BB"/>
    <w:rsid w:val="005C2C3B"/>
    <w:rsid w:val="005C5268"/>
    <w:rsid w:val="005C55AA"/>
    <w:rsid w:val="005D0321"/>
    <w:rsid w:val="005D17D7"/>
    <w:rsid w:val="005D3C39"/>
    <w:rsid w:val="005D4921"/>
    <w:rsid w:val="005E33AB"/>
    <w:rsid w:val="005E62AD"/>
    <w:rsid w:val="005F3817"/>
    <w:rsid w:val="005F5485"/>
    <w:rsid w:val="005F7739"/>
    <w:rsid w:val="0060115D"/>
    <w:rsid w:val="00601A8C"/>
    <w:rsid w:val="00606D1B"/>
    <w:rsid w:val="0061068E"/>
    <w:rsid w:val="006113EE"/>
    <w:rsid w:val="00611407"/>
    <w:rsid w:val="006115D3"/>
    <w:rsid w:val="00616090"/>
    <w:rsid w:val="00616E15"/>
    <w:rsid w:val="006238E7"/>
    <w:rsid w:val="006247C8"/>
    <w:rsid w:val="00626447"/>
    <w:rsid w:val="00626C82"/>
    <w:rsid w:val="00627E01"/>
    <w:rsid w:val="00633DB6"/>
    <w:rsid w:val="00634BE4"/>
    <w:rsid w:val="00640AFF"/>
    <w:rsid w:val="00640B30"/>
    <w:rsid w:val="00642162"/>
    <w:rsid w:val="0064673D"/>
    <w:rsid w:val="00647D10"/>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6BC"/>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F4C"/>
    <w:rsid w:val="00710723"/>
    <w:rsid w:val="007134F3"/>
    <w:rsid w:val="00714AE8"/>
    <w:rsid w:val="00720D42"/>
    <w:rsid w:val="00723ED1"/>
    <w:rsid w:val="00724CBD"/>
    <w:rsid w:val="00724DB1"/>
    <w:rsid w:val="00724F4C"/>
    <w:rsid w:val="00725ED5"/>
    <w:rsid w:val="007317D5"/>
    <w:rsid w:val="00734812"/>
    <w:rsid w:val="007354E9"/>
    <w:rsid w:val="007356BD"/>
    <w:rsid w:val="00740AF5"/>
    <w:rsid w:val="00743525"/>
    <w:rsid w:val="00743A84"/>
    <w:rsid w:val="00744F6A"/>
    <w:rsid w:val="00745555"/>
    <w:rsid w:val="00746028"/>
    <w:rsid w:val="007476A8"/>
    <w:rsid w:val="007541A2"/>
    <w:rsid w:val="00755818"/>
    <w:rsid w:val="0075602A"/>
    <w:rsid w:val="00761333"/>
    <w:rsid w:val="0076286B"/>
    <w:rsid w:val="00762C0E"/>
    <w:rsid w:val="00766846"/>
    <w:rsid w:val="0076790E"/>
    <w:rsid w:val="0077218F"/>
    <w:rsid w:val="00773DC0"/>
    <w:rsid w:val="0077427F"/>
    <w:rsid w:val="0077673A"/>
    <w:rsid w:val="00776A8A"/>
    <w:rsid w:val="0078089E"/>
    <w:rsid w:val="007846E1"/>
    <w:rsid w:val="007847D6"/>
    <w:rsid w:val="00792824"/>
    <w:rsid w:val="00797E05"/>
    <w:rsid w:val="007A0923"/>
    <w:rsid w:val="007A20A2"/>
    <w:rsid w:val="007A2107"/>
    <w:rsid w:val="007A5172"/>
    <w:rsid w:val="007A67A0"/>
    <w:rsid w:val="007B3D4D"/>
    <w:rsid w:val="007B49E6"/>
    <w:rsid w:val="007B570C"/>
    <w:rsid w:val="007B6941"/>
    <w:rsid w:val="007C21AA"/>
    <w:rsid w:val="007C2BEC"/>
    <w:rsid w:val="007C4A5C"/>
    <w:rsid w:val="007D0559"/>
    <w:rsid w:val="007D4F89"/>
    <w:rsid w:val="007D5A8D"/>
    <w:rsid w:val="007E1529"/>
    <w:rsid w:val="007E2234"/>
    <w:rsid w:val="007E4A6E"/>
    <w:rsid w:val="007E6028"/>
    <w:rsid w:val="007F0310"/>
    <w:rsid w:val="007F0544"/>
    <w:rsid w:val="007F1CE2"/>
    <w:rsid w:val="007F56A7"/>
    <w:rsid w:val="00800851"/>
    <w:rsid w:val="008008A3"/>
    <w:rsid w:val="0080282D"/>
    <w:rsid w:val="008032C7"/>
    <w:rsid w:val="00806B1C"/>
    <w:rsid w:val="00807DD0"/>
    <w:rsid w:val="00812B53"/>
    <w:rsid w:val="00814074"/>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2044"/>
    <w:rsid w:val="0087311C"/>
    <w:rsid w:val="0087316A"/>
    <w:rsid w:val="00876D73"/>
    <w:rsid w:val="00883AD5"/>
    <w:rsid w:val="00885968"/>
    <w:rsid w:val="00885C00"/>
    <w:rsid w:val="00887139"/>
    <w:rsid w:val="00887F36"/>
    <w:rsid w:val="00893119"/>
    <w:rsid w:val="0089475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51AF"/>
    <w:rsid w:val="0090635B"/>
    <w:rsid w:val="00914B7F"/>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6873"/>
    <w:rsid w:val="009A7A46"/>
    <w:rsid w:val="009B03EC"/>
    <w:rsid w:val="009B283F"/>
    <w:rsid w:val="009B2E97"/>
    <w:rsid w:val="009B3F75"/>
    <w:rsid w:val="009B5146"/>
    <w:rsid w:val="009B5474"/>
    <w:rsid w:val="009B56E4"/>
    <w:rsid w:val="009B6733"/>
    <w:rsid w:val="009C125E"/>
    <w:rsid w:val="009C418E"/>
    <w:rsid w:val="009C442C"/>
    <w:rsid w:val="009C5284"/>
    <w:rsid w:val="009C6219"/>
    <w:rsid w:val="009D0F0A"/>
    <w:rsid w:val="009D20A1"/>
    <w:rsid w:val="009D240F"/>
    <w:rsid w:val="009D38F2"/>
    <w:rsid w:val="009D706B"/>
    <w:rsid w:val="009D77D0"/>
    <w:rsid w:val="009E07F4"/>
    <w:rsid w:val="009E4912"/>
    <w:rsid w:val="009E7247"/>
    <w:rsid w:val="009F2042"/>
    <w:rsid w:val="009F2770"/>
    <w:rsid w:val="009F309B"/>
    <w:rsid w:val="009F392E"/>
    <w:rsid w:val="009F427D"/>
    <w:rsid w:val="009F4976"/>
    <w:rsid w:val="009F53C5"/>
    <w:rsid w:val="00A0253D"/>
    <w:rsid w:val="00A02B3D"/>
    <w:rsid w:val="00A02DB9"/>
    <w:rsid w:val="00A041DF"/>
    <w:rsid w:val="00A0740E"/>
    <w:rsid w:val="00A07A34"/>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6559"/>
    <w:rsid w:val="00A77512"/>
    <w:rsid w:val="00A84C4D"/>
    <w:rsid w:val="00A945B6"/>
    <w:rsid w:val="00A94AD6"/>
    <w:rsid w:val="00A94C2F"/>
    <w:rsid w:val="00A967E6"/>
    <w:rsid w:val="00AA257A"/>
    <w:rsid w:val="00AA2C03"/>
    <w:rsid w:val="00AA3E17"/>
    <w:rsid w:val="00AA4CBB"/>
    <w:rsid w:val="00AA5255"/>
    <w:rsid w:val="00AA65FA"/>
    <w:rsid w:val="00AA7351"/>
    <w:rsid w:val="00AA7BBE"/>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3C5A"/>
    <w:rsid w:val="00B15D0D"/>
    <w:rsid w:val="00B22106"/>
    <w:rsid w:val="00B24BCA"/>
    <w:rsid w:val="00B277ED"/>
    <w:rsid w:val="00B36181"/>
    <w:rsid w:val="00B37552"/>
    <w:rsid w:val="00B3778F"/>
    <w:rsid w:val="00B429CF"/>
    <w:rsid w:val="00B477DA"/>
    <w:rsid w:val="00B52819"/>
    <w:rsid w:val="00B5431A"/>
    <w:rsid w:val="00B60046"/>
    <w:rsid w:val="00B61530"/>
    <w:rsid w:val="00B61E77"/>
    <w:rsid w:val="00B66606"/>
    <w:rsid w:val="00B70120"/>
    <w:rsid w:val="00B71CC3"/>
    <w:rsid w:val="00B75EE1"/>
    <w:rsid w:val="00B77481"/>
    <w:rsid w:val="00B77C6D"/>
    <w:rsid w:val="00B8009C"/>
    <w:rsid w:val="00B80D2D"/>
    <w:rsid w:val="00B80E53"/>
    <w:rsid w:val="00B8518B"/>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303"/>
    <w:rsid w:val="00C42FE6"/>
    <w:rsid w:val="00C43A07"/>
    <w:rsid w:val="00C44F6A"/>
    <w:rsid w:val="00C54852"/>
    <w:rsid w:val="00C6198E"/>
    <w:rsid w:val="00C62E4B"/>
    <w:rsid w:val="00C708EA"/>
    <w:rsid w:val="00C7170D"/>
    <w:rsid w:val="00C72B26"/>
    <w:rsid w:val="00C73727"/>
    <w:rsid w:val="00C73E99"/>
    <w:rsid w:val="00C75674"/>
    <w:rsid w:val="00C759F1"/>
    <w:rsid w:val="00C75EDD"/>
    <w:rsid w:val="00C7649B"/>
    <w:rsid w:val="00C776E5"/>
    <w:rsid w:val="00C778A5"/>
    <w:rsid w:val="00C93A83"/>
    <w:rsid w:val="00C9515F"/>
    <w:rsid w:val="00C95162"/>
    <w:rsid w:val="00C953AC"/>
    <w:rsid w:val="00CA2B3A"/>
    <w:rsid w:val="00CA50B8"/>
    <w:rsid w:val="00CB3151"/>
    <w:rsid w:val="00CB6A37"/>
    <w:rsid w:val="00CB7684"/>
    <w:rsid w:val="00CC2396"/>
    <w:rsid w:val="00CC4380"/>
    <w:rsid w:val="00CC7C8F"/>
    <w:rsid w:val="00CD1FC4"/>
    <w:rsid w:val="00CD2B30"/>
    <w:rsid w:val="00CD2E13"/>
    <w:rsid w:val="00CD7D6D"/>
    <w:rsid w:val="00CE12EE"/>
    <w:rsid w:val="00CE2A4F"/>
    <w:rsid w:val="00CE420A"/>
    <w:rsid w:val="00CE5F6A"/>
    <w:rsid w:val="00CF099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0182"/>
    <w:rsid w:val="00D4108E"/>
    <w:rsid w:val="00D431A5"/>
    <w:rsid w:val="00D500B1"/>
    <w:rsid w:val="00D5246E"/>
    <w:rsid w:val="00D52BA7"/>
    <w:rsid w:val="00D57321"/>
    <w:rsid w:val="00D5757D"/>
    <w:rsid w:val="00D6163D"/>
    <w:rsid w:val="00D6259C"/>
    <w:rsid w:val="00D65443"/>
    <w:rsid w:val="00D7784F"/>
    <w:rsid w:val="00D8245E"/>
    <w:rsid w:val="00D831A3"/>
    <w:rsid w:val="00D84986"/>
    <w:rsid w:val="00D8769E"/>
    <w:rsid w:val="00D91145"/>
    <w:rsid w:val="00D91EA6"/>
    <w:rsid w:val="00D96AD8"/>
    <w:rsid w:val="00D97BE3"/>
    <w:rsid w:val="00DA3711"/>
    <w:rsid w:val="00DA7205"/>
    <w:rsid w:val="00DB3203"/>
    <w:rsid w:val="00DB4D17"/>
    <w:rsid w:val="00DB619A"/>
    <w:rsid w:val="00DC3174"/>
    <w:rsid w:val="00DC41A0"/>
    <w:rsid w:val="00DD0C7C"/>
    <w:rsid w:val="00DD46F3"/>
    <w:rsid w:val="00DD63D8"/>
    <w:rsid w:val="00DD7A41"/>
    <w:rsid w:val="00DD7F02"/>
    <w:rsid w:val="00DE0C9E"/>
    <w:rsid w:val="00DE51A5"/>
    <w:rsid w:val="00DE56F2"/>
    <w:rsid w:val="00DF0B72"/>
    <w:rsid w:val="00DF116D"/>
    <w:rsid w:val="00DF3130"/>
    <w:rsid w:val="00DF651A"/>
    <w:rsid w:val="00E01EA1"/>
    <w:rsid w:val="00E035F5"/>
    <w:rsid w:val="00E0440E"/>
    <w:rsid w:val="00E135E5"/>
    <w:rsid w:val="00E16FF7"/>
    <w:rsid w:val="00E17484"/>
    <w:rsid w:val="00E20A91"/>
    <w:rsid w:val="00E22C30"/>
    <w:rsid w:val="00E23814"/>
    <w:rsid w:val="00E24F78"/>
    <w:rsid w:val="00E25595"/>
    <w:rsid w:val="00E26D68"/>
    <w:rsid w:val="00E26DF6"/>
    <w:rsid w:val="00E30090"/>
    <w:rsid w:val="00E32F4E"/>
    <w:rsid w:val="00E37347"/>
    <w:rsid w:val="00E408DB"/>
    <w:rsid w:val="00E437B0"/>
    <w:rsid w:val="00E44045"/>
    <w:rsid w:val="00E45358"/>
    <w:rsid w:val="00E4631A"/>
    <w:rsid w:val="00E50858"/>
    <w:rsid w:val="00E60C4A"/>
    <w:rsid w:val="00E618C4"/>
    <w:rsid w:val="00E64245"/>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C7D00"/>
    <w:rsid w:val="00ED0703"/>
    <w:rsid w:val="00ED0894"/>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E09"/>
    <w:rsid w:val="00F279D0"/>
    <w:rsid w:val="00F27A26"/>
    <w:rsid w:val="00F30EB4"/>
    <w:rsid w:val="00F310F8"/>
    <w:rsid w:val="00F35939"/>
    <w:rsid w:val="00F45607"/>
    <w:rsid w:val="00F46000"/>
    <w:rsid w:val="00F46EA7"/>
    <w:rsid w:val="00F4722B"/>
    <w:rsid w:val="00F54432"/>
    <w:rsid w:val="00F55E93"/>
    <w:rsid w:val="00F569C6"/>
    <w:rsid w:val="00F57610"/>
    <w:rsid w:val="00F6113F"/>
    <w:rsid w:val="00F61161"/>
    <w:rsid w:val="00F659EB"/>
    <w:rsid w:val="00F66E90"/>
    <w:rsid w:val="00F66F02"/>
    <w:rsid w:val="00F7046B"/>
    <w:rsid w:val="00F7192A"/>
    <w:rsid w:val="00F749F9"/>
    <w:rsid w:val="00F76F41"/>
    <w:rsid w:val="00F86BA6"/>
    <w:rsid w:val="00F911D1"/>
    <w:rsid w:val="00F92641"/>
    <w:rsid w:val="00F92F06"/>
    <w:rsid w:val="00F95A2C"/>
    <w:rsid w:val="00F966F7"/>
    <w:rsid w:val="00FA5459"/>
    <w:rsid w:val="00FA64F2"/>
    <w:rsid w:val="00FA7968"/>
    <w:rsid w:val="00FB4C0F"/>
    <w:rsid w:val="00FB5D63"/>
    <w:rsid w:val="00FB6342"/>
    <w:rsid w:val="00FC280A"/>
    <w:rsid w:val="00FC6389"/>
    <w:rsid w:val="00FC661E"/>
    <w:rsid w:val="00FC7092"/>
    <w:rsid w:val="00FD2EA2"/>
    <w:rsid w:val="00FD32B3"/>
    <w:rsid w:val="00FD39DE"/>
    <w:rsid w:val="00FD4743"/>
    <w:rsid w:val="00FD681F"/>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 Id="rId35"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D528D39-7586-4C8B-825E-487C7D1B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46</TotalTime>
  <Pages>41</Pages>
  <Words>17389</Words>
  <Characters>102600</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8</cp:revision>
  <cp:lastPrinted>2019-03-07T14:42:00Z</cp:lastPrinted>
  <dcterms:created xsi:type="dcterms:W3CDTF">2022-08-11T06:47:00Z</dcterms:created>
  <dcterms:modified xsi:type="dcterms:W3CDTF">2022-09-09T06:30:00Z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